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BA0532" w:rsidRPr="00312765" w:rsidTr="002C4F17">
        <w:tc>
          <w:tcPr>
            <w:tcW w:w="10138" w:type="dxa"/>
            <w:shd w:val="clear" w:color="auto" w:fill="ABB62F"/>
          </w:tcPr>
          <w:p w:rsidR="00BA0532" w:rsidRPr="002C4F17" w:rsidRDefault="00BA0532" w:rsidP="002C4F17">
            <w:pPr>
              <w:pStyle w:val="Heading1"/>
              <w:spacing w:after="0"/>
              <w:rPr>
                <w:sz w:val="28"/>
              </w:rPr>
            </w:pPr>
            <w:r w:rsidRPr="002C4F17">
              <w:rPr>
                <w:sz w:val="28"/>
              </w:rPr>
              <w:t>VENUE HIRE AGREEMENT</w:t>
            </w:r>
          </w:p>
          <w:p w:rsidR="00BA0532" w:rsidRPr="00D768F8" w:rsidRDefault="00BA0532" w:rsidP="002C4F17">
            <w:pPr>
              <w:pStyle w:val="Heading1"/>
              <w:spacing w:before="0"/>
            </w:pPr>
            <w:r>
              <w:t>MOUNT PANORAMA PIT COMPLEX, BATHURST</w:t>
            </w:r>
          </w:p>
        </w:tc>
      </w:tr>
    </w:tbl>
    <w:p w:rsidR="00BA0532" w:rsidRDefault="00BA0532" w:rsidP="00625D73">
      <w:pPr>
        <w:rPr>
          <w:lang w:val="en-AU"/>
        </w:rPr>
      </w:pPr>
    </w:p>
    <w:p w:rsidR="00BA0532" w:rsidRDefault="00BA0532" w:rsidP="00493DF0">
      <w:pPr>
        <w:ind w:left="-142" w:right="-142"/>
        <w:rPr>
          <w:rFonts w:cs="Arial"/>
          <w:szCs w:val="22"/>
        </w:rPr>
      </w:pPr>
      <w:r w:rsidRPr="00666B29">
        <w:rPr>
          <w:rFonts w:cs="Arial"/>
          <w:szCs w:val="22"/>
        </w:rPr>
        <w:t>Please complete th</w:t>
      </w:r>
      <w:r>
        <w:rPr>
          <w:rFonts w:cs="Arial"/>
          <w:szCs w:val="22"/>
        </w:rPr>
        <w:t>is form, and return to:</w:t>
      </w:r>
    </w:p>
    <w:p w:rsidR="00BA0532" w:rsidRDefault="00BA0532" w:rsidP="00493DF0">
      <w:pPr>
        <w:ind w:left="-142" w:right="-142"/>
        <w:rPr>
          <w:rFonts w:cs="Arial"/>
          <w:szCs w:val="22"/>
        </w:rPr>
      </w:pPr>
    </w:p>
    <w:p w:rsidR="00BA0532" w:rsidRPr="00666B29" w:rsidRDefault="00BA0532" w:rsidP="001C3FAD">
      <w:pPr>
        <w:numPr>
          <w:ilvl w:val="0"/>
          <w:numId w:val="25"/>
        </w:numPr>
        <w:tabs>
          <w:tab w:val="left" w:pos="2127"/>
        </w:tabs>
        <w:ind w:left="284" w:right="-142" w:firstLine="0"/>
        <w:rPr>
          <w:rFonts w:cs="Arial"/>
          <w:szCs w:val="22"/>
        </w:rPr>
      </w:pPr>
      <w:r w:rsidRPr="00666B29">
        <w:rPr>
          <w:rFonts w:cs="Arial"/>
          <w:szCs w:val="22"/>
        </w:rPr>
        <w:t>Email</w:t>
      </w:r>
      <w:r>
        <w:rPr>
          <w:rFonts w:cs="Arial"/>
          <w:szCs w:val="22"/>
        </w:rPr>
        <w:t>:</w:t>
      </w:r>
      <w:r>
        <w:rPr>
          <w:rFonts w:cs="Arial"/>
          <w:szCs w:val="22"/>
        </w:rPr>
        <w:tab/>
        <w:t>council@bathurst.nsw.gov.au</w:t>
      </w:r>
      <w:r w:rsidRPr="00666B29">
        <w:rPr>
          <w:rFonts w:cs="Arial"/>
          <w:szCs w:val="22"/>
        </w:rPr>
        <w:t xml:space="preserve"> </w:t>
      </w:r>
    </w:p>
    <w:p w:rsidR="00BA0532" w:rsidRPr="00666B29" w:rsidRDefault="00BA0532" w:rsidP="001C3FAD">
      <w:pPr>
        <w:numPr>
          <w:ilvl w:val="0"/>
          <w:numId w:val="25"/>
        </w:numPr>
        <w:tabs>
          <w:tab w:val="left" w:pos="2127"/>
        </w:tabs>
        <w:ind w:left="284" w:right="-142" w:firstLine="0"/>
        <w:rPr>
          <w:rFonts w:cs="Arial"/>
          <w:szCs w:val="22"/>
        </w:rPr>
      </w:pPr>
      <w:r w:rsidRPr="00666B29">
        <w:rPr>
          <w:rFonts w:cs="Arial"/>
          <w:szCs w:val="22"/>
        </w:rPr>
        <w:t>Fa</w:t>
      </w:r>
      <w:r>
        <w:rPr>
          <w:rFonts w:cs="Arial"/>
          <w:szCs w:val="22"/>
        </w:rPr>
        <w:t>csimile:</w:t>
      </w:r>
      <w:r>
        <w:rPr>
          <w:rFonts w:cs="Arial"/>
          <w:szCs w:val="22"/>
        </w:rPr>
        <w:tab/>
      </w:r>
      <w:r w:rsidRPr="00666B29">
        <w:rPr>
          <w:rFonts w:cs="Arial"/>
          <w:szCs w:val="22"/>
        </w:rPr>
        <w:t>02 6331 7211</w:t>
      </w:r>
    </w:p>
    <w:p w:rsidR="00BA0532" w:rsidRPr="00666B29" w:rsidRDefault="00BA0532" w:rsidP="001C3FAD">
      <w:pPr>
        <w:numPr>
          <w:ilvl w:val="0"/>
          <w:numId w:val="25"/>
        </w:numPr>
        <w:tabs>
          <w:tab w:val="left" w:pos="2127"/>
        </w:tabs>
        <w:ind w:left="284" w:right="-142" w:firstLine="0"/>
        <w:rPr>
          <w:rFonts w:cs="Arial"/>
          <w:b/>
          <w:szCs w:val="22"/>
        </w:rPr>
      </w:pPr>
      <w:r w:rsidRPr="00666B29">
        <w:rPr>
          <w:rFonts w:cs="Arial"/>
          <w:szCs w:val="22"/>
        </w:rPr>
        <w:t>Post</w:t>
      </w:r>
      <w:r>
        <w:rPr>
          <w:rFonts w:cs="Arial"/>
          <w:szCs w:val="22"/>
        </w:rPr>
        <w:t>:</w:t>
      </w:r>
      <w:r>
        <w:rPr>
          <w:rFonts w:cs="Arial"/>
          <w:szCs w:val="22"/>
        </w:rPr>
        <w:tab/>
      </w:r>
      <w:r w:rsidRPr="00666B29">
        <w:rPr>
          <w:rFonts w:cs="Arial"/>
          <w:b/>
          <w:szCs w:val="22"/>
        </w:rPr>
        <w:t>Circuit Manager</w:t>
      </w:r>
    </w:p>
    <w:p w:rsidR="00BA0532" w:rsidRPr="00666B29" w:rsidRDefault="00BA0532" w:rsidP="001C3FAD">
      <w:pPr>
        <w:tabs>
          <w:tab w:val="left" w:pos="2127"/>
        </w:tabs>
        <w:ind w:left="284" w:right="-142"/>
        <w:rPr>
          <w:rFonts w:cs="Arial"/>
          <w:b/>
          <w:szCs w:val="22"/>
        </w:rPr>
      </w:pPr>
      <w:r>
        <w:rPr>
          <w:rFonts w:cs="Arial"/>
          <w:b/>
          <w:szCs w:val="22"/>
        </w:rPr>
        <w:tab/>
      </w:r>
      <w:r w:rsidRPr="00666B29">
        <w:rPr>
          <w:rFonts w:cs="Arial"/>
          <w:b/>
          <w:szCs w:val="22"/>
        </w:rPr>
        <w:t>Private Mail Bag 17</w:t>
      </w:r>
    </w:p>
    <w:p w:rsidR="00BA0532" w:rsidRDefault="00BA0532" w:rsidP="001C3FAD">
      <w:pPr>
        <w:tabs>
          <w:tab w:val="left" w:pos="2127"/>
        </w:tabs>
        <w:ind w:left="284" w:right="-142"/>
        <w:rPr>
          <w:rFonts w:cs="Arial"/>
          <w:b/>
          <w:szCs w:val="22"/>
        </w:rPr>
      </w:pPr>
      <w:r>
        <w:rPr>
          <w:rFonts w:cs="Arial"/>
          <w:b/>
          <w:szCs w:val="22"/>
        </w:rPr>
        <w:tab/>
      </w:r>
      <w:r w:rsidRPr="00666B29">
        <w:rPr>
          <w:rFonts w:cs="Arial"/>
          <w:b/>
          <w:szCs w:val="22"/>
        </w:rPr>
        <w:t>BATHURST   NSW   2795</w:t>
      </w:r>
    </w:p>
    <w:p w:rsidR="00BA0532" w:rsidRPr="00666B29" w:rsidRDefault="00BA0532" w:rsidP="001C3FAD">
      <w:pPr>
        <w:tabs>
          <w:tab w:val="left" w:pos="2127"/>
        </w:tabs>
        <w:ind w:left="284" w:right="-142"/>
        <w:rPr>
          <w:rFonts w:cs="Arial"/>
          <w:b/>
          <w:szCs w:val="22"/>
        </w:rPr>
      </w:pPr>
    </w:p>
    <w:tbl>
      <w:tblPr>
        <w:tblW w:w="104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7"/>
        <w:gridCol w:w="6660"/>
      </w:tblGrid>
      <w:tr w:rsidR="00BA0532" w:rsidRPr="00D70B5D" w:rsidTr="002127CA">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977028">
            <w:pPr>
              <w:spacing w:line="360" w:lineRule="auto"/>
              <w:rPr>
                <w:rFonts w:cs="Arial"/>
                <w:szCs w:val="22"/>
              </w:rPr>
            </w:pPr>
            <w:r>
              <w:rPr>
                <w:rFonts w:cs="Arial"/>
                <w:szCs w:val="22"/>
              </w:rPr>
              <w:t>C</w:t>
            </w:r>
            <w:r w:rsidRPr="00977028">
              <w:rPr>
                <w:rFonts w:cs="Arial"/>
                <w:szCs w:val="22"/>
              </w:rPr>
              <w:t>ompany</w:t>
            </w:r>
            <w:r>
              <w:rPr>
                <w:rFonts w:cs="Arial"/>
                <w:szCs w:val="22"/>
              </w:rPr>
              <w:t xml:space="preserve"> </w:t>
            </w:r>
            <w:r w:rsidRPr="00977028">
              <w:rPr>
                <w:rFonts w:cs="Arial"/>
                <w:szCs w:val="22"/>
              </w:rPr>
              <w:t>/ Organisation</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502989">
            <w:pPr>
              <w:tabs>
                <w:tab w:val="left" w:pos="169"/>
                <w:tab w:val="right" w:pos="6132"/>
              </w:tabs>
              <w:spacing w:line="360" w:lineRule="auto"/>
              <w:rPr>
                <w:rFonts w:cs="Arial"/>
                <w:szCs w:val="22"/>
              </w:rPr>
            </w:pPr>
            <w:r w:rsidRPr="00D70B5D">
              <w:rPr>
                <w:rFonts w:cs="Arial"/>
                <w:szCs w:val="22"/>
              </w:rPr>
              <w:tab/>
            </w:r>
            <w:bookmarkStart w:id="0" w:name="Text4"/>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bookmarkStart w:id="1" w:name="_GoBack"/>
            <w:r w:rsidRPr="00D70B5D">
              <w:rPr>
                <w:rFonts w:cs="Arial"/>
                <w:noProof/>
                <w:szCs w:val="22"/>
              </w:rPr>
              <w:tab/>
            </w:r>
            <w:bookmarkEnd w:id="1"/>
            <w:r w:rsidRPr="00D70B5D">
              <w:rPr>
                <w:rFonts w:cs="Arial"/>
                <w:szCs w:val="22"/>
              </w:rPr>
              <w:fldChar w:fldCharType="end"/>
            </w:r>
            <w:bookmarkEnd w:id="0"/>
          </w:p>
        </w:tc>
      </w:tr>
      <w:tr w:rsidR="00BA0532" w:rsidRPr="00D70B5D" w:rsidTr="002127CA">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977028">
            <w:pPr>
              <w:spacing w:line="360" w:lineRule="auto"/>
              <w:rPr>
                <w:rFonts w:cs="Arial"/>
                <w:szCs w:val="22"/>
              </w:rPr>
            </w:pPr>
            <w:r w:rsidRPr="00977028">
              <w:rPr>
                <w:rFonts w:cs="Arial"/>
                <w:szCs w:val="22"/>
              </w:rPr>
              <w:t>Contact Name</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A83964">
            <w:pPr>
              <w:tabs>
                <w:tab w:val="left" w:pos="169"/>
                <w:tab w:val="right" w:pos="6132"/>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p>
        </w:tc>
      </w:tr>
      <w:tr w:rsidR="00BA0532" w:rsidRPr="00D70B5D" w:rsidTr="002127CA">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977028">
            <w:pPr>
              <w:spacing w:line="360" w:lineRule="auto"/>
              <w:rPr>
                <w:rFonts w:cs="Arial"/>
                <w:szCs w:val="22"/>
              </w:rPr>
            </w:pPr>
            <w:r w:rsidRPr="00977028">
              <w:rPr>
                <w:rFonts w:cs="Arial"/>
                <w:szCs w:val="22"/>
              </w:rPr>
              <w:t>Position</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A83964">
            <w:pPr>
              <w:tabs>
                <w:tab w:val="left" w:pos="169"/>
                <w:tab w:val="right" w:pos="6132"/>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p>
        </w:tc>
      </w:tr>
      <w:tr w:rsidR="00BA0532" w:rsidRPr="00D70B5D" w:rsidTr="002127CA">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977028">
            <w:pPr>
              <w:spacing w:line="360" w:lineRule="auto"/>
              <w:rPr>
                <w:rFonts w:cs="Arial"/>
                <w:szCs w:val="22"/>
              </w:rPr>
            </w:pPr>
            <w:r w:rsidRPr="00977028">
              <w:rPr>
                <w:rFonts w:cs="Arial"/>
                <w:szCs w:val="22"/>
              </w:rPr>
              <w:t>Postal Address</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A83964">
            <w:pPr>
              <w:tabs>
                <w:tab w:val="left" w:pos="169"/>
                <w:tab w:val="right" w:pos="6132"/>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p>
        </w:tc>
      </w:tr>
      <w:tr w:rsidR="00BA0532" w:rsidRPr="00D70B5D" w:rsidTr="002127CA">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977028">
            <w:pPr>
              <w:spacing w:line="360" w:lineRule="auto"/>
              <w:rPr>
                <w:rFonts w:cs="Arial"/>
                <w:szCs w:val="22"/>
              </w:rPr>
            </w:pPr>
            <w:r w:rsidRPr="00977028">
              <w:rPr>
                <w:rFonts w:cs="Arial"/>
                <w:szCs w:val="22"/>
              </w:rPr>
              <w:t>Telephone</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A83964">
            <w:pPr>
              <w:tabs>
                <w:tab w:val="left" w:pos="169"/>
                <w:tab w:val="right" w:pos="6132"/>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p>
        </w:tc>
      </w:tr>
      <w:tr w:rsidR="00BA0532" w:rsidRPr="00D70B5D" w:rsidTr="002127CA">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977028">
            <w:pPr>
              <w:spacing w:line="360" w:lineRule="auto"/>
              <w:rPr>
                <w:rFonts w:cs="Arial"/>
                <w:szCs w:val="22"/>
              </w:rPr>
            </w:pPr>
            <w:r w:rsidRPr="00977028">
              <w:rPr>
                <w:rFonts w:cs="Arial"/>
                <w:szCs w:val="22"/>
              </w:rPr>
              <w:t>Facsimile</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A83964">
            <w:pPr>
              <w:tabs>
                <w:tab w:val="left" w:pos="169"/>
                <w:tab w:val="right" w:pos="6132"/>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p>
        </w:tc>
      </w:tr>
      <w:tr w:rsidR="00BA0532" w:rsidRPr="00D70B5D" w:rsidTr="002127CA">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977028">
            <w:pPr>
              <w:spacing w:line="360" w:lineRule="auto"/>
              <w:rPr>
                <w:rFonts w:cs="Arial"/>
                <w:szCs w:val="22"/>
              </w:rPr>
            </w:pPr>
            <w:r w:rsidRPr="00977028">
              <w:rPr>
                <w:rFonts w:cs="Arial"/>
                <w:szCs w:val="22"/>
              </w:rPr>
              <w:t>Email</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A83964">
            <w:pPr>
              <w:tabs>
                <w:tab w:val="left" w:pos="169"/>
                <w:tab w:val="right" w:pos="6132"/>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p>
        </w:tc>
      </w:tr>
      <w:tr w:rsidR="00BA0532" w:rsidRPr="00D70B5D" w:rsidTr="002127CA">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977028">
            <w:pPr>
              <w:spacing w:line="360" w:lineRule="auto"/>
              <w:rPr>
                <w:rFonts w:cs="Arial"/>
                <w:szCs w:val="22"/>
              </w:rPr>
            </w:pPr>
            <w:r w:rsidRPr="00977028">
              <w:rPr>
                <w:rFonts w:cs="Arial"/>
                <w:szCs w:val="22"/>
              </w:rPr>
              <w:t>Mobile</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A83964">
            <w:pPr>
              <w:tabs>
                <w:tab w:val="left" w:pos="169"/>
                <w:tab w:val="right" w:pos="6132"/>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p>
        </w:tc>
      </w:tr>
      <w:tr w:rsidR="00BA0532" w:rsidRPr="00D70B5D" w:rsidTr="002127CA">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977028">
            <w:pPr>
              <w:spacing w:line="360" w:lineRule="auto"/>
              <w:rPr>
                <w:rFonts w:cs="Arial"/>
                <w:szCs w:val="22"/>
              </w:rPr>
            </w:pPr>
            <w:r w:rsidRPr="00977028">
              <w:rPr>
                <w:rFonts w:cs="Arial"/>
                <w:szCs w:val="22"/>
              </w:rPr>
              <w:t>Name of Event</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A83964">
            <w:pPr>
              <w:tabs>
                <w:tab w:val="left" w:pos="169"/>
                <w:tab w:val="right" w:pos="6132"/>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p>
        </w:tc>
      </w:tr>
      <w:tr w:rsidR="00BA0532" w:rsidRPr="00D70B5D" w:rsidTr="002127CA">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D768F8">
            <w:pPr>
              <w:spacing w:line="360" w:lineRule="auto"/>
              <w:rPr>
                <w:rFonts w:cs="Arial"/>
                <w:szCs w:val="22"/>
              </w:rPr>
            </w:pPr>
            <w:r>
              <w:rPr>
                <w:rFonts w:cs="Arial"/>
                <w:szCs w:val="22"/>
              </w:rPr>
              <w:t>Function Description</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A83964">
            <w:pPr>
              <w:tabs>
                <w:tab w:val="left" w:pos="169"/>
                <w:tab w:val="right" w:pos="6132"/>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r w:rsidRPr="00D70B5D">
              <w:rPr>
                <w:rFonts w:cs="Arial"/>
                <w:szCs w:val="22"/>
              </w:rPr>
              <w:tab/>
            </w:r>
          </w:p>
        </w:tc>
      </w:tr>
      <w:tr w:rsidR="00BA0532" w:rsidRPr="00D70B5D" w:rsidTr="002127CA">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D768F8">
            <w:pPr>
              <w:spacing w:line="360" w:lineRule="auto"/>
              <w:rPr>
                <w:rFonts w:cs="Arial"/>
                <w:szCs w:val="22"/>
              </w:rPr>
            </w:pPr>
            <w:r>
              <w:rPr>
                <w:rFonts w:cs="Arial"/>
                <w:szCs w:val="22"/>
              </w:rPr>
              <w:t>Function Date</w:t>
            </w:r>
            <w:r w:rsidRPr="00977028">
              <w:rPr>
                <w:rFonts w:cs="Arial"/>
                <w:szCs w:val="22"/>
              </w:rPr>
              <w:t>(s)</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A83964">
            <w:pPr>
              <w:tabs>
                <w:tab w:val="left" w:pos="169"/>
                <w:tab w:val="right" w:pos="6132"/>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p>
        </w:tc>
      </w:tr>
      <w:tr w:rsidR="00BA0532" w:rsidRPr="00D70B5D" w:rsidTr="002127CA">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D768F8">
            <w:pPr>
              <w:spacing w:line="360" w:lineRule="auto"/>
              <w:rPr>
                <w:rFonts w:cs="Arial"/>
                <w:szCs w:val="22"/>
              </w:rPr>
            </w:pPr>
            <w:r>
              <w:rPr>
                <w:rFonts w:cs="Arial"/>
                <w:szCs w:val="22"/>
              </w:rPr>
              <w:t>Function Time(s)</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1E0B4C" w:rsidRDefault="00BA0532" w:rsidP="001E0B4C">
            <w:pPr>
              <w:tabs>
                <w:tab w:val="right" w:pos="169"/>
                <w:tab w:val="left" w:pos="753"/>
                <w:tab w:val="right" w:pos="2454"/>
                <w:tab w:val="left" w:pos="3021"/>
                <w:tab w:val="left" w:pos="4439"/>
                <w:tab w:val="right" w:pos="6140"/>
              </w:tabs>
              <w:spacing w:line="360" w:lineRule="auto"/>
              <w:rPr>
                <w:rFonts w:cs="Arial"/>
                <w:szCs w:val="22"/>
              </w:rPr>
            </w:pPr>
            <w:r w:rsidRPr="001E0B4C">
              <w:rPr>
                <w:rFonts w:cs="Arial"/>
                <w:szCs w:val="22"/>
              </w:rPr>
              <w:t xml:space="preserve">Start: </w:t>
            </w:r>
            <w:r w:rsidRPr="001E0B4C">
              <w:rPr>
                <w:rFonts w:cs="Arial"/>
                <w:szCs w:val="22"/>
              </w:rPr>
              <w:tab/>
            </w:r>
            <w:r w:rsidRPr="001E0B4C">
              <w:rPr>
                <w:rFonts w:cs="Arial"/>
                <w:szCs w:val="22"/>
              </w:rPr>
              <w:fldChar w:fldCharType="begin">
                <w:ffData>
                  <w:name w:val="Text5"/>
                  <w:enabled/>
                  <w:calcOnExit w:val="0"/>
                  <w:textInput>
                    <w:default w:val=" "/>
                  </w:textInput>
                </w:ffData>
              </w:fldChar>
            </w:r>
            <w:r w:rsidRPr="001E0B4C">
              <w:rPr>
                <w:rFonts w:cs="Arial"/>
                <w:szCs w:val="22"/>
              </w:rPr>
              <w:instrText xml:space="preserve"> FORMTEXT </w:instrText>
            </w:r>
            <w:r w:rsidRPr="001E0B4C">
              <w:rPr>
                <w:rFonts w:cs="Arial"/>
                <w:szCs w:val="22"/>
              </w:rPr>
            </w:r>
            <w:r w:rsidRPr="001E0B4C">
              <w:rPr>
                <w:rFonts w:cs="Arial"/>
                <w:szCs w:val="22"/>
              </w:rPr>
              <w:fldChar w:fldCharType="separate"/>
            </w:r>
            <w:r w:rsidRPr="001E0B4C">
              <w:rPr>
                <w:rFonts w:cs="Arial"/>
                <w:noProof/>
                <w:szCs w:val="22"/>
              </w:rPr>
              <w:tab/>
            </w:r>
            <w:r w:rsidRPr="001E0B4C">
              <w:rPr>
                <w:rFonts w:cs="Arial"/>
                <w:szCs w:val="22"/>
              </w:rPr>
              <w:fldChar w:fldCharType="end"/>
            </w:r>
            <w:r w:rsidRPr="001E0B4C">
              <w:rPr>
                <w:rFonts w:cs="Arial"/>
                <w:szCs w:val="22"/>
              </w:rPr>
              <w:tab/>
              <w:t xml:space="preserve">Access From: </w:t>
            </w:r>
            <w:r w:rsidRPr="001E0B4C">
              <w:rPr>
                <w:rFonts w:cs="Arial"/>
                <w:szCs w:val="22"/>
              </w:rPr>
              <w:tab/>
            </w:r>
            <w:r w:rsidRPr="001E0B4C">
              <w:rPr>
                <w:rFonts w:cs="Arial"/>
                <w:szCs w:val="22"/>
              </w:rPr>
              <w:fldChar w:fldCharType="begin">
                <w:ffData>
                  <w:name w:val="Text6"/>
                  <w:enabled/>
                  <w:calcOnExit w:val="0"/>
                  <w:textInput>
                    <w:default w:val=" "/>
                  </w:textInput>
                </w:ffData>
              </w:fldChar>
            </w:r>
            <w:r w:rsidRPr="001E0B4C">
              <w:rPr>
                <w:rFonts w:cs="Arial"/>
                <w:szCs w:val="22"/>
              </w:rPr>
              <w:instrText xml:space="preserve"> FORMTEXT </w:instrText>
            </w:r>
            <w:r w:rsidRPr="001E0B4C">
              <w:rPr>
                <w:rFonts w:cs="Arial"/>
                <w:szCs w:val="22"/>
              </w:rPr>
            </w:r>
            <w:r w:rsidRPr="001E0B4C">
              <w:rPr>
                <w:rFonts w:cs="Arial"/>
                <w:szCs w:val="22"/>
              </w:rPr>
              <w:fldChar w:fldCharType="separate"/>
            </w:r>
            <w:r w:rsidRPr="001E0B4C">
              <w:rPr>
                <w:rFonts w:cs="Arial"/>
                <w:noProof/>
                <w:szCs w:val="22"/>
              </w:rPr>
              <w:tab/>
            </w:r>
            <w:r w:rsidRPr="001E0B4C">
              <w:rPr>
                <w:rFonts w:cs="Arial"/>
                <w:szCs w:val="22"/>
              </w:rPr>
              <w:fldChar w:fldCharType="end"/>
            </w:r>
          </w:p>
        </w:tc>
      </w:tr>
      <w:tr w:rsidR="00BA0532" w:rsidRPr="00D70B5D" w:rsidTr="002127CA">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977028">
            <w:pPr>
              <w:spacing w:line="360" w:lineRule="auto"/>
              <w:rPr>
                <w:rFonts w:cs="Arial"/>
                <w:szCs w:val="22"/>
              </w:rPr>
            </w:pP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1E0B4C" w:rsidRDefault="00BA0532" w:rsidP="009460F6">
            <w:pPr>
              <w:tabs>
                <w:tab w:val="left" w:pos="169"/>
                <w:tab w:val="left" w:pos="753"/>
                <w:tab w:val="right" w:pos="2454"/>
                <w:tab w:val="left" w:pos="3021"/>
                <w:tab w:val="left" w:pos="4428"/>
                <w:tab w:val="right" w:pos="6140"/>
              </w:tabs>
              <w:spacing w:line="360" w:lineRule="auto"/>
              <w:rPr>
                <w:rFonts w:cs="Arial"/>
                <w:szCs w:val="22"/>
              </w:rPr>
            </w:pPr>
            <w:r w:rsidRPr="001E0B4C">
              <w:rPr>
                <w:rFonts w:cs="Arial"/>
                <w:szCs w:val="22"/>
              </w:rPr>
              <w:t xml:space="preserve">Finish: </w:t>
            </w:r>
            <w:r w:rsidRPr="001E0B4C">
              <w:rPr>
                <w:rFonts w:cs="Arial"/>
                <w:szCs w:val="22"/>
              </w:rPr>
              <w:tab/>
            </w:r>
            <w:bookmarkStart w:id="2" w:name="Text5"/>
            <w:r w:rsidRPr="001E0B4C">
              <w:rPr>
                <w:rFonts w:cs="Arial"/>
                <w:szCs w:val="22"/>
              </w:rPr>
              <w:fldChar w:fldCharType="begin">
                <w:ffData>
                  <w:name w:val="Text5"/>
                  <w:enabled/>
                  <w:calcOnExit w:val="0"/>
                  <w:textInput>
                    <w:default w:val=" "/>
                  </w:textInput>
                </w:ffData>
              </w:fldChar>
            </w:r>
            <w:r w:rsidRPr="001E0B4C">
              <w:rPr>
                <w:rFonts w:cs="Arial"/>
                <w:szCs w:val="22"/>
              </w:rPr>
              <w:instrText xml:space="preserve"> FORMTEXT </w:instrText>
            </w:r>
            <w:r w:rsidRPr="001E0B4C">
              <w:rPr>
                <w:rFonts w:cs="Arial"/>
                <w:szCs w:val="22"/>
              </w:rPr>
            </w:r>
            <w:r w:rsidRPr="001E0B4C">
              <w:rPr>
                <w:rFonts w:cs="Arial"/>
                <w:szCs w:val="22"/>
              </w:rPr>
              <w:fldChar w:fldCharType="separate"/>
            </w:r>
            <w:r w:rsidRPr="001E0B4C">
              <w:rPr>
                <w:rFonts w:cs="Arial"/>
                <w:noProof/>
                <w:szCs w:val="22"/>
              </w:rPr>
              <w:tab/>
            </w:r>
            <w:r w:rsidRPr="001E0B4C">
              <w:rPr>
                <w:rFonts w:cs="Arial"/>
                <w:szCs w:val="22"/>
              </w:rPr>
              <w:fldChar w:fldCharType="end"/>
            </w:r>
            <w:bookmarkEnd w:id="2"/>
            <w:r w:rsidRPr="001E0B4C">
              <w:rPr>
                <w:rFonts w:cs="Arial"/>
                <w:szCs w:val="22"/>
              </w:rPr>
              <w:tab/>
            </w:r>
            <w:r>
              <w:rPr>
                <w:rFonts w:cs="Arial"/>
                <w:szCs w:val="22"/>
              </w:rPr>
              <w:t>Access To</w:t>
            </w:r>
            <w:r w:rsidRPr="001E0B4C">
              <w:rPr>
                <w:rFonts w:cs="Arial"/>
                <w:szCs w:val="22"/>
              </w:rPr>
              <w:t xml:space="preserve">: </w:t>
            </w:r>
            <w:r w:rsidRPr="001E0B4C">
              <w:rPr>
                <w:rFonts w:cs="Arial"/>
                <w:szCs w:val="22"/>
              </w:rPr>
              <w:tab/>
            </w:r>
            <w:r w:rsidRPr="001E0B4C">
              <w:rPr>
                <w:rFonts w:cs="Arial"/>
                <w:szCs w:val="22"/>
              </w:rPr>
              <w:fldChar w:fldCharType="begin">
                <w:ffData>
                  <w:name w:val="Text6"/>
                  <w:enabled/>
                  <w:calcOnExit w:val="0"/>
                  <w:textInput>
                    <w:default w:val=" "/>
                  </w:textInput>
                </w:ffData>
              </w:fldChar>
            </w:r>
            <w:r w:rsidRPr="001E0B4C">
              <w:rPr>
                <w:rFonts w:cs="Arial"/>
                <w:szCs w:val="22"/>
              </w:rPr>
              <w:instrText xml:space="preserve"> FORMTEXT </w:instrText>
            </w:r>
            <w:r w:rsidRPr="001E0B4C">
              <w:rPr>
                <w:rFonts w:cs="Arial"/>
                <w:szCs w:val="22"/>
              </w:rPr>
            </w:r>
            <w:r w:rsidRPr="001E0B4C">
              <w:rPr>
                <w:rFonts w:cs="Arial"/>
                <w:szCs w:val="22"/>
              </w:rPr>
              <w:fldChar w:fldCharType="separate"/>
            </w:r>
            <w:r w:rsidRPr="001E0B4C">
              <w:rPr>
                <w:rFonts w:cs="Arial"/>
                <w:noProof/>
                <w:szCs w:val="22"/>
              </w:rPr>
              <w:tab/>
            </w:r>
            <w:r w:rsidRPr="001E0B4C">
              <w:rPr>
                <w:rFonts w:cs="Arial"/>
                <w:szCs w:val="22"/>
              </w:rPr>
              <w:fldChar w:fldCharType="end"/>
            </w:r>
          </w:p>
        </w:tc>
      </w:tr>
    </w:tbl>
    <w:p w:rsidR="00BA0532" w:rsidRDefault="00BA0532" w:rsidP="00FC1016">
      <w:pPr>
        <w:spacing w:line="360" w:lineRule="auto"/>
        <w:ind w:left="360" w:right="-540"/>
        <w:rPr>
          <w:rFonts w:ascii="Microsoft Sans Serif" w:hAnsi="Microsoft Sans Serif" w:cs="Microsoft Sans Serif"/>
          <w:szCs w:val="22"/>
        </w:rPr>
      </w:pPr>
    </w:p>
    <w:p w:rsidR="00BA0532" w:rsidRDefault="00BA0532" w:rsidP="00FC1016">
      <w:pPr>
        <w:spacing w:line="360" w:lineRule="auto"/>
        <w:ind w:left="360" w:right="-540"/>
        <w:rPr>
          <w:rFonts w:ascii="Microsoft Sans Serif" w:hAnsi="Microsoft Sans Serif" w:cs="Microsoft Sans Serif"/>
          <w:szCs w:val="22"/>
        </w:rPr>
      </w:pPr>
    </w:p>
    <w:p w:rsidR="00BA0532" w:rsidRPr="00701D21" w:rsidRDefault="00BA0532" w:rsidP="001E0B4C">
      <w:pPr>
        <w:numPr>
          <w:ilvl w:val="0"/>
          <w:numId w:val="26"/>
        </w:numPr>
        <w:tabs>
          <w:tab w:val="clear" w:pos="780"/>
          <w:tab w:val="num" w:pos="360"/>
        </w:tabs>
        <w:spacing w:line="360" w:lineRule="auto"/>
        <w:ind w:left="360" w:right="-540"/>
        <w:rPr>
          <w:rFonts w:ascii="Microsoft Sans Serif" w:hAnsi="Microsoft Sans Serif" w:cs="Microsoft Sans Serif"/>
          <w:szCs w:val="22"/>
        </w:rPr>
      </w:pPr>
      <w:r w:rsidRPr="00701D21">
        <w:rPr>
          <w:rFonts w:ascii="Microsoft Sans Serif" w:hAnsi="Microsoft Sans Serif" w:cs="Microsoft Sans Serif"/>
          <w:szCs w:val="22"/>
        </w:rPr>
        <w:t xml:space="preserve">I acknowledge that I have read the attached </w:t>
      </w:r>
      <w:r w:rsidRPr="00FE6B2F">
        <w:rPr>
          <w:rFonts w:ascii="Microsoft Sans Serif" w:hAnsi="Microsoft Sans Serif" w:cs="Microsoft Sans Serif"/>
          <w:i/>
          <w:szCs w:val="22"/>
        </w:rPr>
        <w:t>“</w:t>
      </w:r>
      <w:r>
        <w:rPr>
          <w:rFonts w:ascii="Microsoft Sans Serif" w:hAnsi="Microsoft Sans Serif" w:cs="Microsoft Sans Serif"/>
          <w:i/>
          <w:szCs w:val="22"/>
        </w:rPr>
        <w:t xml:space="preserve">Terms &amp; </w:t>
      </w:r>
      <w:r w:rsidRPr="00FE6B2F">
        <w:rPr>
          <w:rFonts w:ascii="Microsoft Sans Serif" w:hAnsi="Microsoft Sans Serif" w:cs="Microsoft Sans Serif"/>
          <w:i/>
          <w:szCs w:val="22"/>
        </w:rPr>
        <w:t>Conditions of Hire”</w:t>
      </w:r>
      <w:r w:rsidRPr="00701D21">
        <w:rPr>
          <w:rFonts w:ascii="Microsoft Sans Serif" w:hAnsi="Microsoft Sans Serif" w:cs="Microsoft Sans Serif"/>
          <w:szCs w:val="22"/>
        </w:rPr>
        <w:t xml:space="preserve"> and </w:t>
      </w:r>
      <w:r w:rsidRPr="00FE6B2F">
        <w:rPr>
          <w:rFonts w:ascii="Microsoft Sans Serif" w:hAnsi="Microsoft Sans Serif" w:cs="Microsoft Sans Serif"/>
          <w:i/>
          <w:szCs w:val="22"/>
        </w:rPr>
        <w:t>“Fees and Charges”</w:t>
      </w:r>
      <w:r w:rsidRPr="00701D21">
        <w:rPr>
          <w:rFonts w:ascii="Microsoft Sans Serif" w:hAnsi="Microsoft Sans Serif" w:cs="Microsoft Sans Serif"/>
          <w:szCs w:val="22"/>
        </w:rPr>
        <w:t xml:space="preserve"> form provided to me and I will undertake to comply with all aspects of these conditions.</w:t>
      </w:r>
    </w:p>
    <w:p w:rsidR="00BA0532" w:rsidRDefault="00BA0532" w:rsidP="001E0B4C">
      <w:pPr>
        <w:numPr>
          <w:ilvl w:val="0"/>
          <w:numId w:val="26"/>
        </w:numPr>
        <w:tabs>
          <w:tab w:val="clear" w:pos="780"/>
          <w:tab w:val="num" w:pos="360"/>
        </w:tabs>
        <w:spacing w:line="360" w:lineRule="auto"/>
        <w:ind w:left="360" w:right="-540"/>
        <w:rPr>
          <w:rFonts w:ascii="Microsoft Sans Serif" w:hAnsi="Microsoft Sans Serif" w:cs="Microsoft Sans Serif"/>
          <w:szCs w:val="22"/>
        </w:rPr>
      </w:pPr>
      <w:r w:rsidRPr="00701D21">
        <w:rPr>
          <w:rFonts w:ascii="Microsoft Sans Serif" w:hAnsi="Microsoft Sans Serif" w:cs="Microsoft Sans Serif"/>
          <w:szCs w:val="22"/>
        </w:rPr>
        <w:t xml:space="preserve">I have attached </w:t>
      </w:r>
      <w:r>
        <w:rPr>
          <w:rFonts w:ascii="Microsoft Sans Serif" w:hAnsi="Microsoft Sans Serif" w:cs="Microsoft Sans Serif"/>
          <w:szCs w:val="22"/>
        </w:rPr>
        <w:t xml:space="preserve">all relevant </w:t>
      </w:r>
      <w:r w:rsidRPr="00701D21">
        <w:rPr>
          <w:rFonts w:ascii="Microsoft Sans Serif" w:hAnsi="Microsoft Sans Serif" w:cs="Microsoft Sans Serif"/>
          <w:szCs w:val="22"/>
        </w:rPr>
        <w:t xml:space="preserve">documentation </w:t>
      </w:r>
      <w:r>
        <w:rPr>
          <w:rFonts w:ascii="Microsoft Sans Serif" w:hAnsi="Microsoft Sans Serif" w:cs="Microsoft Sans Serif"/>
          <w:szCs w:val="22"/>
        </w:rPr>
        <w:t xml:space="preserve">as requested by </w:t>
      </w:r>
      <w:r w:rsidRPr="00FE6B2F">
        <w:rPr>
          <w:rFonts w:ascii="Microsoft Sans Serif" w:hAnsi="Microsoft Sans Serif" w:cs="Microsoft Sans Serif"/>
          <w:szCs w:val="22"/>
        </w:rPr>
        <w:t>Bathurst Regional Council</w:t>
      </w:r>
      <w:r>
        <w:rPr>
          <w:rFonts w:ascii="Microsoft Sans Serif" w:hAnsi="Microsoft Sans Serif" w:cs="Microsoft Sans Serif"/>
          <w:szCs w:val="22"/>
        </w:rPr>
        <w:t>.</w:t>
      </w:r>
    </w:p>
    <w:p w:rsidR="00BA0532" w:rsidRPr="00701D21" w:rsidRDefault="00BA0532" w:rsidP="001E0B4C">
      <w:pPr>
        <w:numPr>
          <w:ilvl w:val="0"/>
          <w:numId w:val="26"/>
        </w:numPr>
        <w:tabs>
          <w:tab w:val="clear" w:pos="780"/>
          <w:tab w:val="num" w:pos="360"/>
        </w:tabs>
        <w:spacing w:line="360" w:lineRule="auto"/>
        <w:ind w:left="360" w:right="-540"/>
        <w:rPr>
          <w:rFonts w:ascii="Microsoft Sans Serif" w:hAnsi="Microsoft Sans Serif" w:cs="Microsoft Sans Serif"/>
          <w:szCs w:val="22"/>
        </w:rPr>
      </w:pPr>
      <w:r w:rsidRPr="00701D21">
        <w:rPr>
          <w:rFonts w:ascii="Microsoft Sans Serif" w:hAnsi="Microsoft Sans Serif" w:cs="Microsoft Sans Serif"/>
          <w:szCs w:val="22"/>
        </w:rPr>
        <w:t>I agree to provide all technical specifications and event requirements within a mutually agreed timeframe.</w:t>
      </w:r>
    </w:p>
    <w:p w:rsidR="00BA0532" w:rsidRDefault="00BA0532" w:rsidP="001E0B4C">
      <w:pPr>
        <w:numPr>
          <w:ilvl w:val="0"/>
          <w:numId w:val="26"/>
        </w:numPr>
        <w:tabs>
          <w:tab w:val="clear" w:pos="780"/>
          <w:tab w:val="num" w:pos="360"/>
        </w:tabs>
        <w:spacing w:line="360" w:lineRule="auto"/>
        <w:ind w:left="360" w:right="-540"/>
        <w:rPr>
          <w:rFonts w:ascii="Microsoft Sans Serif" w:hAnsi="Microsoft Sans Serif" w:cs="Microsoft Sans Serif"/>
          <w:szCs w:val="22"/>
        </w:rPr>
      </w:pPr>
      <w:r w:rsidRPr="00701D21">
        <w:rPr>
          <w:rFonts w:ascii="Microsoft Sans Serif" w:hAnsi="Microsoft Sans Serif" w:cs="Microsoft Sans Serif"/>
          <w:szCs w:val="22"/>
        </w:rPr>
        <w:t>I agree that any changed requested after this time will only be allowed at the discretion of Mount Panorama Pit Complex Facility Management.</w:t>
      </w:r>
    </w:p>
    <w:p w:rsidR="00BA0532" w:rsidRPr="00701D21" w:rsidRDefault="00727D48" w:rsidP="00CE3AE1">
      <w:pPr>
        <w:spacing w:line="360" w:lineRule="auto"/>
        <w:ind w:left="360" w:right="-540"/>
        <w:rPr>
          <w:rFonts w:ascii="Microsoft Sans Serif" w:hAnsi="Microsoft Sans Serif" w:cs="Microsoft Sans Serif"/>
          <w:szCs w:val="22"/>
        </w:rPr>
      </w:pPr>
      <w:r>
        <w:rPr>
          <w:rFonts w:ascii="Microsoft Sans Serif" w:hAnsi="Microsoft Sans Serif" w:cs="Microsoft Sans Serif"/>
          <w:szCs w:val="22"/>
        </w:rPr>
        <w:br w:type="page"/>
      </w:r>
    </w:p>
    <w:tbl>
      <w:tblPr>
        <w:tblW w:w="104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7"/>
        <w:gridCol w:w="6660"/>
      </w:tblGrid>
      <w:tr w:rsidR="00BA0532" w:rsidRPr="00D70B5D" w:rsidTr="00F34367">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1E0B4C">
            <w:pPr>
              <w:spacing w:line="360" w:lineRule="auto"/>
              <w:rPr>
                <w:rFonts w:cs="Arial"/>
                <w:szCs w:val="22"/>
              </w:rPr>
            </w:pPr>
            <w:r>
              <w:rPr>
                <w:rFonts w:cs="Arial"/>
                <w:szCs w:val="22"/>
              </w:rPr>
              <w:t>Name</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F34367">
            <w:pPr>
              <w:tabs>
                <w:tab w:val="left" w:pos="169"/>
                <w:tab w:val="right" w:pos="6132"/>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p>
        </w:tc>
      </w:tr>
      <w:tr w:rsidR="00BA0532" w:rsidRPr="00D70B5D" w:rsidTr="00F34367">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1E0B4C">
            <w:pPr>
              <w:spacing w:line="360" w:lineRule="auto"/>
              <w:rPr>
                <w:rFonts w:cs="Arial"/>
                <w:szCs w:val="22"/>
              </w:rPr>
            </w:pPr>
            <w:r>
              <w:rPr>
                <w:rFonts w:cs="Arial"/>
                <w:szCs w:val="22"/>
              </w:rPr>
              <w:t>Organisation</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F34367">
            <w:pPr>
              <w:tabs>
                <w:tab w:val="left" w:pos="169"/>
                <w:tab w:val="right" w:pos="6132"/>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p>
        </w:tc>
      </w:tr>
      <w:tr w:rsidR="00BA0532" w:rsidRPr="00D70B5D" w:rsidTr="00F34367">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F34367">
            <w:pPr>
              <w:spacing w:line="360" w:lineRule="auto"/>
              <w:rPr>
                <w:rFonts w:cs="Arial"/>
                <w:szCs w:val="22"/>
              </w:rPr>
            </w:pPr>
            <w:r w:rsidRPr="00977028">
              <w:rPr>
                <w:rFonts w:cs="Arial"/>
                <w:szCs w:val="22"/>
              </w:rPr>
              <w:t>Position</w:t>
            </w:r>
            <w:r>
              <w:rPr>
                <w:rFonts w:cs="Arial"/>
                <w:szCs w:val="22"/>
              </w:rPr>
              <w:t xml:space="preserve"> in Organisation</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F34367">
            <w:pPr>
              <w:tabs>
                <w:tab w:val="left" w:pos="169"/>
                <w:tab w:val="right" w:pos="6132"/>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p>
        </w:tc>
      </w:tr>
      <w:tr w:rsidR="00BA0532" w:rsidRPr="00D70B5D" w:rsidTr="00F34367">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1E0B4C">
            <w:pPr>
              <w:spacing w:line="360" w:lineRule="auto"/>
              <w:rPr>
                <w:rFonts w:cs="Arial"/>
                <w:szCs w:val="22"/>
              </w:rPr>
            </w:pPr>
            <w:r>
              <w:rPr>
                <w:rFonts w:cs="Arial"/>
                <w:szCs w:val="22"/>
              </w:rPr>
              <w:t>Signature</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1E0B4C">
            <w:pPr>
              <w:tabs>
                <w:tab w:val="left" w:pos="169"/>
                <w:tab w:val="right" w:pos="2738"/>
                <w:tab w:val="left" w:pos="2957"/>
                <w:tab w:val="left" w:pos="3730"/>
                <w:tab w:val="right" w:pos="6140"/>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r>
              <w:rPr>
                <w:rFonts w:cs="Arial"/>
                <w:szCs w:val="22"/>
              </w:rPr>
              <w:tab/>
              <w:t>Date</w:t>
            </w:r>
            <w:r>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r>
              <w:rPr>
                <w:rFonts w:cs="Arial"/>
                <w:szCs w:val="22"/>
              </w:rPr>
              <w:tab/>
            </w:r>
          </w:p>
        </w:tc>
      </w:tr>
    </w:tbl>
    <w:p w:rsidR="00BA0532" w:rsidRDefault="00BA0532" w:rsidP="00977028">
      <w:pPr>
        <w:spacing w:line="360" w:lineRule="auto"/>
        <w:rPr>
          <w:rFonts w:cs="Arial"/>
          <w:b/>
          <w:szCs w:val="22"/>
        </w:rPr>
      </w:pPr>
    </w:p>
    <w:p w:rsidR="00BA0532" w:rsidRDefault="00BA0532" w:rsidP="00977028">
      <w:pPr>
        <w:spacing w:line="360" w:lineRule="auto"/>
        <w:rPr>
          <w:rFonts w:cs="Arial"/>
          <w:b/>
          <w:szCs w:val="22"/>
        </w:rPr>
      </w:pPr>
    </w:p>
    <w:p w:rsidR="00BA0532" w:rsidRPr="00666B29" w:rsidRDefault="00BA0532" w:rsidP="00977028">
      <w:pPr>
        <w:spacing w:line="360" w:lineRule="auto"/>
        <w:rPr>
          <w:rFonts w:cs="Arial"/>
          <w:b/>
          <w:szCs w:val="22"/>
        </w:rPr>
      </w:pPr>
    </w:p>
    <w:tbl>
      <w:tblPr>
        <w:tblW w:w="10490" w:type="dxa"/>
        <w:tblInd w:w="-459"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1E0" w:firstRow="1" w:lastRow="1" w:firstColumn="1" w:lastColumn="1" w:noHBand="0" w:noVBand="0"/>
      </w:tblPr>
      <w:tblGrid>
        <w:gridCol w:w="712"/>
        <w:gridCol w:w="9778"/>
      </w:tblGrid>
      <w:tr w:rsidR="00BA0532" w:rsidRPr="00D70B5D" w:rsidTr="0070095F">
        <w:trPr>
          <w:cantSplit/>
          <w:trHeight w:hRule="exact" w:val="340"/>
        </w:trPr>
        <w:tc>
          <w:tcPr>
            <w:tcW w:w="712" w:type="dxa"/>
            <w:vAlign w:val="center"/>
          </w:tcPr>
          <w:bookmarkStart w:id="3" w:name="Check2"/>
          <w:p w:rsidR="00BA0532" w:rsidRPr="00493DF0" w:rsidRDefault="00BA0532" w:rsidP="007F0681">
            <w:pPr>
              <w:jc w:val="center"/>
              <w:rPr>
                <w:rFonts w:cs="Arial"/>
                <w:szCs w:val="22"/>
              </w:rPr>
            </w:pPr>
            <w:r w:rsidRPr="00493DF0">
              <w:rPr>
                <w:rFonts w:cs="Arial"/>
                <w:szCs w:val="22"/>
              </w:rPr>
              <w:fldChar w:fldCharType="begin">
                <w:ffData>
                  <w:name w:val="Check2"/>
                  <w:enabled/>
                  <w:calcOnExit w:val="0"/>
                  <w:checkBox>
                    <w:sizeAuto/>
                    <w:default w:val="0"/>
                  </w:checkBox>
                </w:ffData>
              </w:fldChar>
            </w:r>
            <w:r w:rsidRPr="00493DF0">
              <w:rPr>
                <w:rFonts w:cs="Arial"/>
                <w:szCs w:val="22"/>
              </w:rPr>
              <w:instrText xml:space="preserve"> FORMCHECKBOX </w:instrText>
            </w:r>
            <w:r w:rsidR="00146B08">
              <w:rPr>
                <w:rFonts w:cs="Arial"/>
                <w:szCs w:val="22"/>
              </w:rPr>
            </w:r>
            <w:r w:rsidR="00146B08">
              <w:rPr>
                <w:rFonts w:cs="Arial"/>
                <w:szCs w:val="22"/>
              </w:rPr>
              <w:fldChar w:fldCharType="separate"/>
            </w:r>
            <w:r w:rsidRPr="00493DF0">
              <w:rPr>
                <w:rFonts w:cs="Arial"/>
                <w:szCs w:val="22"/>
              </w:rPr>
              <w:fldChar w:fldCharType="end"/>
            </w:r>
            <w:bookmarkEnd w:id="3"/>
          </w:p>
        </w:tc>
        <w:tc>
          <w:tcPr>
            <w:tcW w:w="9778" w:type="dxa"/>
            <w:vAlign w:val="center"/>
          </w:tcPr>
          <w:p w:rsidR="00BA0532" w:rsidRPr="00D70B5D" w:rsidRDefault="00BA0532" w:rsidP="001E0B4C">
            <w:pPr>
              <w:rPr>
                <w:rFonts w:cs="Arial"/>
                <w:szCs w:val="22"/>
              </w:rPr>
            </w:pPr>
            <w:r>
              <w:rPr>
                <w:rFonts w:cs="Arial"/>
                <w:szCs w:val="22"/>
              </w:rPr>
              <w:t>Public Liability Insurance Provided (citing Bathurst Regional Council as appropriate interest)</w:t>
            </w:r>
          </w:p>
        </w:tc>
      </w:tr>
      <w:tr w:rsidR="00BA0532" w:rsidRPr="00D70B5D" w:rsidTr="00D551D9">
        <w:trPr>
          <w:cantSplit/>
          <w:trHeight w:hRule="exact" w:val="340"/>
        </w:trPr>
        <w:tc>
          <w:tcPr>
            <w:tcW w:w="712" w:type="dxa"/>
            <w:vAlign w:val="center"/>
          </w:tcPr>
          <w:p w:rsidR="00BA0532" w:rsidRPr="00493DF0" w:rsidRDefault="00BA0532" w:rsidP="007F0681">
            <w:pPr>
              <w:jc w:val="center"/>
              <w:rPr>
                <w:rFonts w:cs="Arial"/>
                <w:szCs w:val="22"/>
              </w:rPr>
            </w:pPr>
            <w:r w:rsidRPr="00493DF0">
              <w:rPr>
                <w:rFonts w:cs="Arial"/>
                <w:szCs w:val="22"/>
              </w:rPr>
              <w:fldChar w:fldCharType="begin">
                <w:ffData>
                  <w:name w:val="Check2"/>
                  <w:enabled/>
                  <w:calcOnExit w:val="0"/>
                  <w:checkBox>
                    <w:sizeAuto/>
                    <w:default w:val="0"/>
                  </w:checkBox>
                </w:ffData>
              </w:fldChar>
            </w:r>
            <w:r w:rsidRPr="00493DF0">
              <w:rPr>
                <w:rFonts w:cs="Arial"/>
                <w:szCs w:val="22"/>
              </w:rPr>
              <w:instrText xml:space="preserve"> FORMCHECKBOX </w:instrText>
            </w:r>
            <w:r w:rsidR="00146B08">
              <w:rPr>
                <w:rFonts w:cs="Arial"/>
                <w:szCs w:val="22"/>
              </w:rPr>
            </w:r>
            <w:r w:rsidR="00146B08">
              <w:rPr>
                <w:rFonts w:cs="Arial"/>
                <w:szCs w:val="22"/>
              </w:rPr>
              <w:fldChar w:fldCharType="separate"/>
            </w:r>
            <w:r w:rsidRPr="00493DF0">
              <w:rPr>
                <w:rFonts w:cs="Arial"/>
                <w:szCs w:val="22"/>
              </w:rPr>
              <w:fldChar w:fldCharType="end"/>
            </w:r>
          </w:p>
        </w:tc>
        <w:tc>
          <w:tcPr>
            <w:tcW w:w="9778" w:type="dxa"/>
            <w:vAlign w:val="center"/>
          </w:tcPr>
          <w:p w:rsidR="00BA0532" w:rsidRPr="00D70B5D" w:rsidRDefault="00BA0532" w:rsidP="007E3A73">
            <w:pPr>
              <w:rPr>
                <w:rFonts w:cs="Arial"/>
                <w:szCs w:val="22"/>
              </w:rPr>
            </w:pPr>
            <w:r>
              <w:rPr>
                <w:rFonts w:cs="Arial"/>
                <w:szCs w:val="22"/>
              </w:rPr>
              <w:t>Liquor License Provided</w:t>
            </w:r>
          </w:p>
        </w:tc>
      </w:tr>
      <w:tr w:rsidR="00BA0532" w:rsidRPr="00D70B5D" w:rsidTr="00746D95">
        <w:trPr>
          <w:cantSplit/>
          <w:trHeight w:hRule="exact" w:val="340"/>
        </w:trPr>
        <w:tc>
          <w:tcPr>
            <w:tcW w:w="712" w:type="dxa"/>
            <w:vAlign w:val="center"/>
          </w:tcPr>
          <w:p w:rsidR="00BA0532" w:rsidRPr="00493DF0" w:rsidRDefault="00BA0532" w:rsidP="007F0681">
            <w:pPr>
              <w:jc w:val="center"/>
              <w:rPr>
                <w:rFonts w:cs="Arial"/>
                <w:szCs w:val="22"/>
              </w:rPr>
            </w:pPr>
            <w:r w:rsidRPr="00493DF0">
              <w:rPr>
                <w:rFonts w:cs="Arial"/>
                <w:szCs w:val="22"/>
              </w:rPr>
              <w:fldChar w:fldCharType="begin">
                <w:ffData>
                  <w:name w:val="Check2"/>
                  <w:enabled/>
                  <w:calcOnExit w:val="0"/>
                  <w:checkBox>
                    <w:sizeAuto/>
                    <w:default w:val="0"/>
                  </w:checkBox>
                </w:ffData>
              </w:fldChar>
            </w:r>
            <w:r w:rsidRPr="00493DF0">
              <w:rPr>
                <w:rFonts w:cs="Arial"/>
                <w:szCs w:val="22"/>
              </w:rPr>
              <w:instrText xml:space="preserve"> FORMCHECKBOX </w:instrText>
            </w:r>
            <w:r w:rsidR="00146B08">
              <w:rPr>
                <w:rFonts w:cs="Arial"/>
                <w:szCs w:val="22"/>
              </w:rPr>
            </w:r>
            <w:r w:rsidR="00146B08">
              <w:rPr>
                <w:rFonts w:cs="Arial"/>
                <w:szCs w:val="22"/>
              </w:rPr>
              <w:fldChar w:fldCharType="separate"/>
            </w:r>
            <w:r w:rsidRPr="00493DF0">
              <w:rPr>
                <w:rFonts w:cs="Arial"/>
                <w:szCs w:val="22"/>
              </w:rPr>
              <w:fldChar w:fldCharType="end"/>
            </w:r>
          </w:p>
        </w:tc>
        <w:tc>
          <w:tcPr>
            <w:tcW w:w="9778" w:type="dxa"/>
            <w:vAlign w:val="center"/>
          </w:tcPr>
          <w:p w:rsidR="00BA0532" w:rsidRPr="00D70B5D" w:rsidRDefault="00BA0532" w:rsidP="007E3A73">
            <w:pPr>
              <w:rPr>
                <w:rFonts w:cs="Arial"/>
                <w:szCs w:val="22"/>
              </w:rPr>
            </w:pPr>
            <w:r>
              <w:rPr>
                <w:rFonts w:cs="Arial"/>
                <w:szCs w:val="22"/>
              </w:rPr>
              <w:t>Approved Traffic Management Plan Provided</w:t>
            </w:r>
          </w:p>
        </w:tc>
      </w:tr>
    </w:tbl>
    <w:p w:rsidR="00BA0532" w:rsidRDefault="00BA0532" w:rsidP="00D823C7">
      <w:pPr>
        <w:rPr>
          <w:rFonts w:cs="Arial"/>
        </w:rPr>
      </w:pPr>
    </w:p>
    <w:p w:rsidR="00BA0532" w:rsidRDefault="00BA0532" w:rsidP="00D823C7">
      <w:pPr>
        <w:rPr>
          <w:rFonts w:cs="Arial"/>
        </w:rPr>
      </w:pPr>
    </w:p>
    <w:tbl>
      <w:tblPr>
        <w:tblW w:w="104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77"/>
      </w:tblGrid>
      <w:tr w:rsidR="00BA0532" w:rsidRPr="00D70B5D" w:rsidTr="00574D25">
        <w:trPr>
          <w:cantSplit/>
          <w:trHeight w:hRule="exact" w:val="340"/>
        </w:trPr>
        <w:tc>
          <w:tcPr>
            <w:tcW w:w="10477" w:type="dxa"/>
            <w:tcBorders>
              <w:top w:val="single" w:sz="4" w:space="0" w:color="D9D9D9"/>
              <w:left w:val="single" w:sz="4" w:space="0" w:color="D9D9D9"/>
              <w:bottom w:val="single" w:sz="4" w:space="0" w:color="D9D9D9"/>
              <w:right w:val="single" w:sz="4" w:space="0" w:color="D9D9D9"/>
            </w:tcBorders>
            <w:vAlign w:val="center"/>
          </w:tcPr>
          <w:p w:rsidR="00BA0532" w:rsidRPr="00FC1016" w:rsidRDefault="00BA0532" w:rsidP="00F34367">
            <w:pPr>
              <w:spacing w:line="360" w:lineRule="auto"/>
              <w:rPr>
                <w:rFonts w:cs="Arial"/>
                <w:b/>
                <w:szCs w:val="22"/>
                <w:u w:val="single"/>
              </w:rPr>
            </w:pPr>
            <w:r>
              <w:rPr>
                <w:rFonts w:cs="Arial"/>
                <w:b/>
                <w:szCs w:val="22"/>
                <w:u w:val="single"/>
              </w:rPr>
              <w:t>Mount Panorama Pit Complex Acceptance of Hire</w:t>
            </w:r>
          </w:p>
          <w:p w:rsidR="00BA0532" w:rsidRPr="00D70B5D" w:rsidRDefault="00BA0532" w:rsidP="00F34367">
            <w:pPr>
              <w:tabs>
                <w:tab w:val="left" w:pos="169"/>
                <w:tab w:val="right" w:pos="6132"/>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p>
        </w:tc>
      </w:tr>
      <w:tr w:rsidR="00BA0532" w:rsidRPr="00D70B5D" w:rsidTr="00473B28">
        <w:trPr>
          <w:cantSplit/>
          <w:trHeight w:val="1010"/>
        </w:trPr>
        <w:tc>
          <w:tcPr>
            <w:tcW w:w="10477" w:type="dxa"/>
            <w:tcBorders>
              <w:top w:val="single" w:sz="4" w:space="0" w:color="D9D9D9"/>
              <w:left w:val="single" w:sz="4" w:space="0" w:color="D9D9D9"/>
              <w:right w:val="single" w:sz="4" w:space="0" w:color="D9D9D9"/>
            </w:tcBorders>
            <w:vAlign w:val="center"/>
          </w:tcPr>
          <w:p w:rsidR="00BA0532" w:rsidRDefault="00BA0532" w:rsidP="00FC1016">
            <w:pPr>
              <w:spacing w:line="360" w:lineRule="auto"/>
              <w:rPr>
                <w:rFonts w:cs="Arial"/>
                <w:szCs w:val="22"/>
              </w:rPr>
            </w:pPr>
            <w:r>
              <w:rPr>
                <w:rFonts w:cs="Arial"/>
                <w:szCs w:val="22"/>
              </w:rPr>
              <w:t>Mount Panorama Pit Complex, under approval from Bathurst Regional Council, accepts your</w:t>
            </w:r>
          </w:p>
          <w:p w:rsidR="00BA0532" w:rsidRPr="00D70B5D" w:rsidRDefault="00BA0532" w:rsidP="00FC1016">
            <w:pPr>
              <w:spacing w:line="360" w:lineRule="auto"/>
              <w:rPr>
                <w:rFonts w:cs="Arial"/>
                <w:szCs w:val="22"/>
              </w:rPr>
            </w:pPr>
            <w:r>
              <w:rPr>
                <w:rFonts w:cs="Arial"/>
                <w:szCs w:val="22"/>
              </w:rPr>
              <w:t>Application to hire the facilities described and grants approval subject to compliance with the</w:t>
            </w:r>
          </w:p>
          <w:p w:rsidR="00BA0532" w:rsidRPr="00D70B5D" w:rsidRDefault="00BA0532" w:rsidP="00FC1016">
            <w:pPr>
              <w:spacing w:line="360" w:lineRule="auto"/>
              <w:rPr>
                <w:rFonts w:cs="Arial"/>
                <w:szCs w:val="22"/>
              </w:rPr>
            </w:pPr>
            <w:r>
              <w:rPr>
                <w:rFonts w:cs="Arial"/>
                <w:szCs w:val="22"/>
              </w:rPr>
              <w:t>Conditions described in the attached “</w:t>
            </w:r>
            <w:r w:rsidRPr="00FC1016">
              <w:rPr>
                <w:rFonts w:cs="Arial"/>
                <w:i/>
                <w:szCs w:val="22"/>
              </w:rPr>
              <w:t>Terms &amp; Conditions of Hire</w:t>
            </w:r>
            <w:r>
              <w:rPr>
                <w:rFonts w:cs="Arial"/>
                <w:szCs w:val="22"/>
              </w:rPr>
              <w:t>”.</w:t>
            </w:r>
          </w:p>
        </w:tc>
      </w:tr>
    </w:tbl>
    <w:p w:rsidR="00BA0532" w:rsidRDefault="00BA0532" w:rsidP="00D823C7">
      <w:pPr>
        <w:rPr>
          <w:rFonts w:cs="Arial"/>
        </w:rPr>
      </w:pPr>
    </w:p>
    <w:p w:rsidR="00BA0532" w:rsidRDefault="00BA0532" w:rsidP="00D823C7">
      <w:pPr>
        <w:rPr>
          <w:rFonts w:cs="Arial"/>
        </w:rPr>
      </w:pPr>
    </w:p>
    <w:tbl>
      <w:tblPr>
        <w:tblW w:w="104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7"/>
        <w:gridCol w:w="6660"/>
      </w:tblGrid>
      <w:tr w:rsidR="00BA0532" w:rsidRPr="00D70B5D" w:rsidTr="00F34367">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F34367">
            <w:pPr>
              <w:spacing w:line="360" w:lineRule="auto"/>
              <w:rPr>
                <w:rFonts w:cs="Arial"/>
                <w:szCs w:val="22"/>
              </w:rPr>
            </w:pPr>
            <w:r>
              <w:rPr>
                <w:rFonts w:cs="Arial"/>
                <w:szCs w:val="22"/>
              </w:rPr>
              <w:t>Name of Authorised Signatory</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F34367">
            <w:pPr>
              <w:tabs>
                <w:tab w:val="left" w:pos="169"/>
                <w:tab w:val="right" w:pos="6132"/>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p>
        </w:tc>
      </w:tr>
      <w:tr w:rsidR="00BA0532" w:rsidRPr="00D70B5D" w:rsidTr="00F34367">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FC1016">
            <w:pPr>
              <w:spacing w:line="360" w:lineRule="auto"/>
              <w:rPr>
                <w:rFonts w:cs="Arial"/>
                <w:szCs w:val="22"/>
              </w:rPr>
            </w:pPr>
            <w:r>
              <w:rPr>
                <w:rFonts w:cs="Arial"/>
                <w:szCs w:val="22"/>
              </w:rPr>
              <w:t>Position</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F34367">
            <w:pPr>
              <w:tabs>
                <w:tab w:val="left" w:pos="169"/>
                <w:tab w:val="right" w:pos="6132"/>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p>
        </w:tc>
      </w:tr>
      <w:tr w:rsidR="00BA0532" w:rsidRPr="00D70B5D" w:rsidTr="00F34367">
        <w:trPr>
          <w:cantSplit/>
          <w:trHeight w:hRule="exact" w:val="340"/>
        </w:trPr>
        <w:tc>
          <w:tcPr>
            <w:tcW w:w="3817" w:type="dxa"/>
            <w:tcBorders>
              <w:top w:val="single" w:sz="4" w:space="0" w:color="D9D9D9"/>
              <w:left w:val="single" w:sz="4" w:space="0" w:color="D9D9D9"/>
              <w:bottom w:val="single" w:sz="4" w:space="0" w:color="D9D9D9"/>
              <w:right w:val="single" w:sz="4" w:space="0" w:color="D9D9D9"/>
            </w:tcBorders>
            <w:vAlign w:val="center"/>
          </w:tcPr>
          <w:p w:rsidR="00BA0532" w:rsidRPr="00977028" w:rsidRDefault="00BA0532" w:rsidP="00F34367">
            <w:pPr>
              <w:spacing w:line="360" w:lineRule="auto"/>
              <w:rPr>
                <w:rFonts w:cs="Arial"/>
                <w:szCs w:val="22"/>
              </w:rPr>
            </w:pPr>
            <w:r>
              <w:rPr>
                <w:rFonts w:cs="Arial"/>
                <w:szCs w:val="22"/>
              </w:rPr>
              <w:t>Signature</w:t>
            </w:r>
          </w:p>
        </w:tc>
        <w:tc>
          <w:tcPr>
            <w:tcW w:w="6660" w:type="dxa"/>
            <w:tcBorders>
              <w:top w:val="single" w:sz="4" w:space="0" w:color="D9D9D9"/>
              <w:left w:val="single" w:sz="4" w:space="0" w:color="D9D9D9"/>
              <w:bottom w:val="single" w:sz="4" w:space="0" w:color="D9D9D9"/>
              <w:right w:val="single" w:sz="4" w:space="0" w:color="D9D9D9"/>
            </w:tcBorders>
            <w:vAlign w:val="center"/>
          </w:tcPr>
          <w:p w:rsidR="00BA0532" w:rsidRPr="00D70B5D" w:rsidRDefault="00BA0532" w:rsidP="00F34367">
            <w:pPr>
              <w:tabs>
                <w:tab w:val="left" w:pos="169"/>
                <w:tab w:val="right" w:pos="2738"/>
                <w:tab w:val="left" w:pos="2957"/>
                <w:tab w:val="left" w:pos="3730"/>
                <w:tab w:val="right" w:pos="6140"/>
              </w:tabs>
              <w:spacing w:line="360" w:lineRule="auto"/>
              <w:rPr>
                <w:rFonts w:cs="Arial"/>
                <w:szCs w:val="22"/>
              </w:rPr>
            </w:pPr>
            <w:r w:rsidRPr="00D70B5D">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r>
              <w:rPr>
                <w:rFonts w:cs="Arial"/>
                <w:szCs w:val="22"/>
              </w:rPr>
              <w:tab/>
              <w:t>Date</w:t>
            </w:r>
            <w:r>
              <w:rPr>
                <w:rFonts w:cs="Arial"/>
                <w:szCs w:val="22"/>
              </w:rPr>
              <w:tab/>
            </w:r>
            <w:r w:rsidRPr="00D70B5D">
              <w:rPr>
                <w:rFonts w:cs="Arial"/>
                <w:szCs w:val="22"/>
              </w:rPr>
              <w:fldChar w:fldCharType="begin">
                <w:ffData>
                  <w:name w:val="Text4"/>
                  <w:enabled/>
                  <w:calcOnExit w:val="0"/>
                  <w:textInput>
                    <w:default w:val=" "/>
                  </w:textInput>
                </w:ffData>
              </w:fldChar>
            </w:r>
            <w:r w:rsidRPr="00D70B5D">
              <w:rPr>
                <w:rFonts w:cs="Arial"/>
                <w:szCs w:val="22"/>
              </w:rPr>
              <w:instrText xml:space="preserve"> FORMTEXT </w:instrText>
            </w:r>
            <w:r w:rsidRPr="00D70B5D">
              <w:rPr>
                <w:rFonts w:cs="Arial"/>
                <w:szCs w:val="22"/>
              </w:rPr>
            </w:r>
            <w:r w:rsidRPr="00D70B5D">
              <w:rPr>
                <w:rFonts w:cs="Arial"/>
                <w:szCs w:val="22"/>
              </w:rPr>
              <w:fldChar w:fldCharType="separate"/>
            </w:r>
            <w:r w:rsidRPr="00D70B5D">
              <w:rPr>
                <w:rFonts w:cs="Arial"/>
                <w:noProof/>
                <w:szCs w:val="22"/>
              </w:rPr>
              <w:tab/>
            </w:r>
            <w:r w:rsidRPr="00D70B5D">
              <w:rPr>
                <w:rFonts w:cs="Arial"/>
                <w:szCs w:val="22"/>
              </w:rPr>
              <w:fldChar w:fldCharType="end"/>
            </w:r>
            <w:r>
              <w:rPr>
                <w:rFonts w:cs="Arial"/>
                <w:szCs w:val="22"/>
              </w:rPr>
              <w:tab/>
            </w:r>
          </w:p>
        </w:tc>
      </w:tr>
    </w:tbl>
    <w:p w:rsidR="00BA0532" w:rsidRDefault="00BA0532" w:rsidP="00D823C7">
      <w:pPr>
        <w:rPr>
          <w:rFonts w:cs="Arial"/>
        </w:rPr>
      </w:pPr>
    </w:p>
    <w:p w:rsidR="00BA0532" w:rsidRPr="00625D73" w:rsidRDefault="00BA0532" w:rsidP="00DE7215">
      <w:pPr>
        <w:rPr>
          <w:lang w:val="en-A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BA0532" w:rsidRPr="00717641" w:rsidTr="004A4351">
        <w:trPr>
          <w:jc w:val="center"/>
        </w:trPr>
        <w:tc>
          <w:tcPr>
            <w:tcW w:w="10598" w:type="dxa"/>
            <w:shd w:val="clear" w:color="auto" w:fill="E0E0E0"/>
          </w:tcPr>
          <w:p w:rsidR="00BA0532" w:rsidRPr="00717641" w:rsidRDefault="00BA0532" w:rsidP="004A4351">
            <w:pPr>
              <w:shd w:val="clear" w:color="auto" w:fill="F3F3F3"/>
              <w:spacing w:before="60" w:after="60"/>
              <w:jc w:val="center"/>
              <w:rPr>
                <w:rFonts w:cs="Arial"/>
                <w:b/>
                <w:i/>
                <w:sz w:val="18"/>
                <w:szCs w:val="18"/>
              </w:rPr>
            </w:pPr>
            <w:r w:rsidRPr="00717641">
              <w:rPr>
                <w:rFonts w:cs="Arial"/>
                <w:b/>
                <w:i/>
                <w:sz w:val="18"/>
                <w:szCs w:val="18"/>
              </w:rPr>
              <w:t>The information on this form is being collected to allow Council to process your application and/or carry out its statutory obligations.  All information collected will be held by Council and will only be used for the purpose for which it was collected.  An individual may view their personal information and may correct any errors.</w:t>
            </w:r>
          </w:p>
        </w:tc>
      </w:tr>
    </w:tbl>
    <w:p w:rsidR="00BA0532" w:rsidRDefault="00BA0532" w:rsidP="00784BB6">
      <w:pPr>
        <w:rPr>
          <w:rFonts w:cs="Arial"/>
        </w:rPr>
      </w:pPr>
    </w:p>
    <w:sectPr w:rsidR="00BA0532" w:rsidSect="0026539E">
      <w:footerReference w:type="default" r:id="rId8"/>
      <w:headerReference w:type="first" r:id="rId9"/>
      <w:footerReference w:type="first" r:id="rId10"/>
      <w:pgSz w:w="11907" w:h="16840" w:code="9"/>
      <w:pgMar w:top="1418" w:right="1134" w:bottom="1134" w:left="1134" w:header="56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532" w:rsidRDefault="00BA0532">
      <w:r>
        <w:separator/>
      </w:r>
    </w:p>
  </w:endnote>
  <w:endnote w:type="continuationSeparator" w:id="0">
    <w:p w:rsidR="00BA0532" w:rsidRDefault="00BA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Bold">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7"/>
      <w:gridCol w:w="2614"/>
      <w:gridCol w:w="2628"/>
      <w:gridCol w:w="1336"/>
    </w:tblGrid>
    <w:tr w:rsidR="00BA0532" w:rsidRPr="00707C40" w:rsidTr="002C4F17">
      <w:tc>
        <w:tcPr>
          <w:tcW w:w="3277" w:type="dxa"/>
        </w:tcPr>
        <w:p w:rsidR="00BA0532" w:rsidRPr="002C4F17" w:rsidRDefault="00BA0532" w:rsidP="007009E3">
          <w:pPr>
            <w:pStyle w:val="Footer"/>
            <w:rPr>
              <w:rFonts w:cs="Arial"/>
              <w:color w:val="999999"/>
              <w:szCs w:val="16"/>
            </w:rPr>
          </w:pPr>
          <w:r w:rsidRPr="002C4F17">
            <w:rPr>
              <w:rFonts w:cs="Arial"/>
              <w:color w:val="999999"/>
              <w:szCs w:val="16"/>
            </w:rPr>
            <w:t>Ref:  08.00016/426</w:t>
          </w:r>
        </w:p>
      </w:tc>
      <w:tc>
        <w:tcPr>
          <w:tcW w:w="2614" w:type="dxa"/>
        </w:tcPr>
        <w:p w:rsidR="00BA0532" w:rsidRPr="002C4F17" w:rsidRDefault="00BA0532" w:rsidP="00727D48">
          <w:pPr>
            <w:pStyle w:val="Footer"/>
            <w:rPr>
              <w:rFonts w:cs="Arial"/>
              <w:color w:val="999999"/>
              <w:szCs w:val="16"/>
            </w:rPr>
          </w:pPr>
          <w:r w:rsidRPr="002C4F17">
            <w:rPr>
              <w:rFonts w:cs="Arial"/>
              <w:color w:val="999999"/>
              <w:szCs w:val="16"/>
            </w:rPr>
            <w:t xml:space="preserve">Issue Date: </w:t>
          </w:r>
          <w:r w:rsidR="00727D48">
            <w:rPr>
              <w:rFonts w:cs="Arial"/>
              <w:color w:val="999999"/>
              <w:szCs w:val="16"/>
            </w:rPr>
            <w:t>1</w:t>
          </w:r>
          <w:r w:rsidR="00B71BBC">
            <w:rPr>
              <w:rFonts w:cs="Arial"/>
              <w:color w:val="999999"/>
              <w:szCs w:val="16"/>
            </w:rPr>
            <w:t xml:space="preserve"> July 201</w:t>
          </w:r>
          <w:r w:rsidR="001861F5">
            <w:rPr>
              <w:rFonts w:cs="Arial"/>
              <w:color w:val="999999"/>
              <w:szCs w:val="16"/>
            </w:rPr>
            <w:t>9</w:t>
          </w:r>
        </w:p>
      </w:tc>
      <w:tc>
        <w:tcPr>
          <w:tcW w:w="2628" w:type="dxa"/>
        </w:tcPr>
        <w:p w:rsidR="00BA0532" w:rsidRPr="002C4F17" w:rsidRDefault="00707920" w:rsidP="00FB0E7D">
          <w:pPr>
            <w:pStyle w:val="Footer"/>
            <w:rPr>
              <w:rFonts w:cs="Arial"/>
              <w:color w:val="999999"/>
              <w:szCs w:val="16"/>
            </w:rPr>
          </w:pPr>
          <w:r>
            <w:rPr>
              <w:rFonts w:cs="Arial"/>
              <w:color w:val="999999"/>
              <w:szCs w:val="16"/>
            </w:rPr>
            <w:t>Review Date:   1 July 20</w:t>
          </w:r>
          <w:r w:rsidR="00E649A5">
            <w:rPr>
              <w:rFonts w:cs="Arial"/>
              <w:color w:val="999999"/>
              <w:szCs w:val="16"/>
            </w:rPr>
            <w:t>20</w:t>
          </w:r>
        </w:p>
      </w:tc>
      <w:tc>
        <w:tcPr>
          <w:tcW w:w="1336" w:type="dxa"/>
        </w:tcPr>
        <w:p w:rsidR="00BA0532" w:rsidRPr="002C4F17" w:rsidRDefault="00BA0532" w:rsidP="00EA4E42">
          <w:pPr>
            <w:pStyle w:val="Footer"/>
            <w:rPr>
              <w:rFonts w:cs="Arial"/>
              <w:color w:val="999999"/>
              <w:szCs w:val="16"/>
            </w:rPr>
          </w:pPr>
          <w:r w:rsidRPr="002C4F17">
            <w:rPr>
              <w:rFonts w:cs="Arial"/>
              <w:color w:val="999999"/>
              <w:szCs w:val="16"/>
            </w:rPr>
            <w:t xml:space="preserve">Page </w:t>
          </w:r>
          <w:r w:rsidRPr="002C4F17">
            <w:rPr>
              <w:rFonts w:cs="Arial"/>
              <w:color w:val="999999"/>
              <w:szCs w:val="16"/>
            </w:rPr>
            <w:fldChar w:fldCharType="begin"/>
          </w:r>
          <w:r w:rsidRPr="002C4F17">
            <w:rPr>
              <w:rFonts w:cs="Arial"/>
              <w:color w:val="999999"/>
              <w:szCs w:val="16"/>
            </w:rPr>
            <w:instrText xml:space="preserve"> PAGE </w:instrText>
          </w:r>
          <w:r w:rsidRPr="002C4F17">
            <w:rPr>
              <w:rFonts w:cs="Arial"/>
              <w:color w:val="999999"/>
              <w:szCs w:val="16"/>
            </w:rPr>
            <w:fldChar w:fldCharType="separate"/>
          </w:r>
          <w:r w:rsidR="00FB0E7D">
            <w:rPr>
              <w:rFonts w:cs="Arial"/>
              <w:noProof/>
              <w:color w:val="999999"/>
              <w:szCs w:val="16"/>
            </w:rPr>
            <w:t>2</w:t>
          </w:r>
          <w:r w:rsidRPr="002C4F17">
            <w:rPr>
              <w:rFonts w:cs="Arial"/>
              <w:color w:val="999999"/>
              <w:szCs w:val="16"/>
            </w:rPr>
            <w:fldChar w:fldCharType="end"/>
          </w:r>
          <w:r w:rsidRPr="002C4F17">
            <w:rPr>
              <w:rFonts w:cs="Arial"/>
              <w:color w:val="999999"/>
              <w:szCs w:val="16"/>
            </w:rPr>
            <w:t xml:space="preserve"> of </w:t>
          </w:r>
          <w:r w:rsidRPr="002C4F17">
            <w:rPr>
              <w:rFonts w:cs="Arial"/>
              <w:color w:val="999999"/>
              <w:szCs w:val="16"/>
            </w:rPr>
            <w:fldChar w:fldCharType="begin"/>
          </w:r>
          <w:r w:rsidRPr="002C4F17">
            <w:rPr>
              <w:rFonts w:cs="Arial"/>
              <w:color w:val="999999"/>
              <w:szCs w:val="16"/>
            </w:rPr>
            <w:instrText xml:space="preserve"> NUMPAGES </w:instrText>
          </w:r>
          <w:r w:rsidRPr="002C4F17">
            <w:rPr>
              <w:rFonts w:cs="Arial"/>
              <w:color w:val="999999"/>
              <w:szCs w:val="16"/>
            </w:rPr>
            <w:fldChar w:fldCharType="separate"/>
          </w:r>
          <w:r w:rsidR="00FB0E7D">
            <w:rPr>
              <w:rFonts w:cs="Arial"/>
              <w:noProof/>
              <w:color w:val="999999"/>
              <w:szCs w:val="16"/>
            </w:rPr>
            <w:t>2</w:t>
          </w:r>
          <w:r w:rsidRPr="002C4F17">
            <w:rPr>
              <w:rFonts w:cs="Arial"/>
              <w:color w:val="999999"/>
              <w:szCs w:val="16"/>
            </w:rPr>
            <w:fldChar w:fldCharType="end"/>
          </w:r>
        </w:p>
      </w:tc>
    </w:tr>
  </w:tbl>
  <w:p w:rsidR="00BA0532" w:rsidRPr="00005481" w:rsidRDefault="00BA0532" w:rsidP="000054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2613"/>
      <w:gridCol w:w="2627"/>
      <w:gridCol w:w="1336"/>
    </w:tblGrid>
    <w:tr w:rsidR="00BA0532" w:rsidRPr="00707C40" w:rsidTr="002C4F17">
      <w:tc>
        <w:tcPr>
          <w:tcW w:w="3510" w:type="dxa"/>
        </w:tcPr>
        <w:p w:rsidR="00BA0532" w:rsidRPr="002C4F17" w:rsidRDefault="00BA0532" w:rsidP="007009E3">
          <w:pPr>
            <w:pStyle w:val="Footer"/>
            <w:rPr>
              <w:rFonts w:cs="Arial"/>
              <w:color w:val="999999"/>
              <w:szCs w:val="16"/>
            </w:rPr>
          </w:pPr>
          <w:r w:rsidRPr="002C4F17">
            <w:rPr>
              <w:rFonts w:cs="Arial"/>
              <w:color w:val="999999"/>
              <w:szCs w:val="16"/>
            </w:rPr>
            <w:t>Ref:  08.00016/426</w:t>
          </w:r>
        </w:p>
      </w:tc>
      <w:tc>
        <w:tcPr>
          <w:tcW w:w="2835" w:type="dxa"/>
        </w:tcPr>
        <w:p w:rsidR="00BA0532" w:rsidRPr="002C4F17" w:rsidRDefault="00B71BBC" w:rsidP="00727D48">
          <w:pPr>
            <w:pStyle w:val="Footer"/>
            <w:rPr>
              <w:rFonts w:cs="Arial"/>
              <w:color w:val="999999"/>
              <w:szCs w:val="16"/>
            </w:rPr>
          </w:pPr>
          <w:r>
            <w:rPr>
              <w:rFonts w:cs="Arial"/>
              <w:color w:val="999999"/>
              <w:szCs w:val="16"/>
            </w:rPr>
            <w:t xml:space="preserve">Issue Date:  </w:t>
          </w:r>
          <w:r w:rsidR="00727D48">
            <w:rPr>
              <w:rFonts w:cs="Arial"/>
              <w:color w:val="999999"/>
              <w:szCs w:val="16"/>
            </w:rPr>
            <w:t>1</w:t>
          </w:r>
          <w:r>
            <w:rPr>
              <w:rFonts w:cs="Arial"/>
              <w:color w:val="999999"/>
              <w:szCs w:val="16"/>
            </w:rPr>
            <w:t xml:space="preserve"> July 201</w:t>
          </w:r>
          <w:r w:rsidR="001861F5">
            <w:rPr>
              <w:rFonts w:cs="Arial"/>
              <w:color w:val="999999"/>
              <w:szCs w:val="16"/>
            </w:rPr>
            <w:t>9</w:t>
          </w:r>
        </w:p>
      </w:tc>
      <w:tc>
        <w:tcPr>
          <w:tcW w:w="2835" w:type="dxa"/>
        </w:tcPr>
        <w:p w:rsidR="00BA0532" w:rsidRPr="002C4F17" w:rsidRDefault="00BA0532" w:rsidP="00FB0E7D">
          <w:pPr>
            <w:pStyle w:val="Footer"/>
            <w:rPr>
              <w:rFonts w:cs="Arial"/>
              <w:color w:val="999999"/>
              <w:szCs w:val="16"/>
            </w:rPr>
          </w:pPr>
          <w:r w:rsidRPr="002C4F17">
            <w:rPr>
              <w:rFonts w:cs="Arial"/>
              <w:color w:val="999999"/>
              <w:szCs w:val="16"/>
            </w:rPr>
            <w:t xml:space="preserve">Review Date: </w:t>
          </w:r>
          <w:r w:rsidR="00707920">
            <w:rPr>
              <w:rFonts w:cs="Arial"/>
              <w:color w:val="999999"/>
              <w:szCs w:val="16"/>
            </w:rPr>
            <w:t>1 July 20</w:t>
          </w:r>
          <w:r w:rsidR="00E649A5">
            <w:rPr>
              <w:rFonts w:cs="Arial"/>
              <w:color w:val="999999"/>
              <w:szCs w:val="16"/>
            </w:rPr>
            <w:t>20</w:t>
          </w:r>
          <w:r w:rsidRPr="002C4F17">
            <w:rPr>
              <w:rFonts w:cs="Arial"/>
              <w:color w:val="999999"/>
              <w:szCs w:val="16"/>
            </w:rPr>
            <w:t xml:space="preserve"> </w:t>
          </w:r>
        </w:p>
      </w:tc>
      <w:tc>
        <w:tcPr>
          <w:tcW w:w="1418" w:type="dxa"/>
        </w:tcPr>
        <w:p w:rsidR="00BA0532" w:rsidRPr="002C4F17" w:rsidRDefault="00BA0532" w:rsidP="004A4351">
          <w:pPr>
            <w:pStyle w:val="Footer"/>
            <w:rPr>
              <w:rFonts w:cs="Arial"/>
              <w:color w:val="999999"/>
              <w:szCs w:val="16"/>
            </w:rPr>
          </w:pPr>
          <w:r w:rsidRPr="002C4F17">
            <w:rPr>
              <w:rFonts w:cs="Arial"/>
              <w:color w:val="999999"/>
              <w:szCs w:val="16"/>
            </w:rPr>
            <w:t xml:space="preserve">Page </w:t>
          </w:r>
          <w:r w:rsidRPr="002C4F17">
            <w:rPr>
              <w:rFonts w:cs="Arial"/>
              <w:color w:val="999999"/>
              <w:szCs w:val="16"/>
            </w:rPr>
            <w:fldChar w:fldCharType="begin"/>
          </w:r>
          <w:r w:rsidRPr="002C4F17">
            <w:rPr>
              <w:rFonts w:cs="Arial"/>
              <w:color w:val="999999"/>
              <w:szCs w:val="16"/>
            </w:rPr>
            <w:instrText xml:space="preserve"> PAGE </w:instrText>
          </w:r>
          <w:r w:rsidRPr="002C4F17">
            <w:rPr>
              <w:rFonts w:cs="Arial"/>
              <w:color w:val="999999"/>
              <w:szCs w:val="16"/>
            </w:rPr>
            <w:fldChar w:fldCharType="separate"/>
          </w:r>
          <w:r w:rsidR="00FB0E7D">
            <w:rPr>
              <w:rFonts w:cs="Arial"/>
              <w:noProof/>
              <w:color w:val="999999"/>
              <w:szCs w:val="16"/>
            </w:rPr>
            <w:t>1</w:t>
          </w:r>
          <w:r w:rsidRPr="002C4F17">
            <w:rPr>
              <w:rFonts w:cs="Arial"/>
              <w:color w:val="999999"/>
              <w:szCs w:val="16"/>
            </w:rPr>
            <w:fldChar w:fldCharType="end"/>
          </w:r>
          <w:r w:rsidRPr="002C4F17">
            <w:rPr>
              <w:rFonts w:cs="Arial"/>
              <w:color w:val="999999"/>
              <w:szCs w:val="16"/>
            </w:rPr>
            <w:t xml:space="preserve"> of </w:t>
          </w:r>
          <w:r w:rsidRPr="002C4F17">
            <w:rPr>
              <w:rFonts w:cs="Arial"/>
              <w:color w:val="999999"/>
              <w:szCs w:val="16"/>
            </w:rPr>
            <w:fldChar w:fldCharType="begin"/>
          </w:r>
          <w:r w:rsidRPr="002C4F17">
            <w:rPr>
              <w:rFonts w:cs="Arial"/>
              <w:color w:val="999999"/>
              <w:szCs w:val="16"/>
            </w:rPr>
            <w:instrText xml:space="preserve"> NUMPAGES </w:instrText>
          </w:r>
          <w:r w:rsidRPr="002C4F17">
            <w:rPr>
              <w:rFonts w:cs="Arial"/>
              <w:color w:val="999999"/>
              <w:szCs w:val="16"/>
            </w:rPr>
            <w:fldChar w:fldCharType="separate"/>
          </w:r>
          <w:r w:rsidR="00FB0E7D">
            <w:rPr>
              <w:rFonts w:cs="Arial"/>
              <w:noProof/>
              <w:color w:val="999999"/>
              <w:szCs w:val="16"/>
            </w:rPr>
            <w:t>2</w:t>
          </w:r>
          <w:r w:rsidRPr="002C4F17">
            <w:rPr>
              <w:rFonts w:cs="Arial"/>
              <w:color w:val="999999"/>
              <w:szCs w:val="16"/>
            </w:rPr>
            <w:fldChar w:fldCharType="end"/>
          </w:r>
        </w:p>
      </w:tc>
    </w:tr>
  </w:tbl>
  <w:p w:rsidR="00BA0532" w:rsidRDefault="00BA05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532" w:rsidRDefault="00BA0532">
      <w:r>
        <w:separator/>
      </w:r>
    </w:p>
  </w:footnote>
  <w:footnote w:type="continuationSeparator" w:id="0">
    <w:p w:rsidR="00BA0532" w:rsidRDefault="00BA0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34" w:type="dxa"/>
      <w:tblLayout w:type="fixed"/>
      <w:tblLook w:val="01E0" w:firstRow="1" w:lastRow="1" w:firstColumn="1" w:lastColumn="1" w:noHBand="0" w:noVBand="0"/>
    </w:tblPr>
    <w:tblGrid>
      <w:gridCol w:w="1560"/>
      <w:gridCol w:w="2268"/>
      <w:gridCol w:w="2693"/>
      <w:gridCol w:w="2410"/>
      <w:gridCol w:w="2410"/>
    </w:tblGrid>
    <w:tr w:rsidR="00BA0532" w:rsidTr="002C4F17">
      <w:tc>
        <w:tcPr>
          <w:tcW w:w="1560" w:type="dxa"/>
          <w:vAlign w:val="center"/>
        </w:tcPr>
        <w:p w:rsidR="00BA0532" w:rsidRDefault="00A72506" w:rsidP="002C4F17">
          <w:pPr>
            <w:pStyle w:val="Header"/>
            <w:tabs>
              <w:tab w:val="clear" w:pos="4153"/>
              <w:tab w:val="clear" w:pos="8306"/>
            </w:tabs>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55.5pt;height:69.75pt;visibility:visible">
                <v:imagedata r:id="rId1" o:title=""/>
              </v:shape>
            </w:pict>
          </w:r>
        </w:p>
      </w:tc>
      <w:tc>
        <w:tcPr>
          <w:tcW w:w="2268" w:type="dxa"/>
        </w:tcPr>
        <w:p w:rsidR="00BA0532" w:rsidRPr="002C4F17" w:rsidRDefault="00BA0532" w:rsidP="002C4F17">
          <w:pPr>
            <w:pStyle w:val="Header"/>
            <w:tabs>
              <w:tab w:val="clear" w:pos="4153"/>
              <w:tab w:val="clear" w:pos="8306"/>
            </w:tabs>
            <w:rPr>
              <w:rFonts w:cs="Arial"/>
              <w:sz w:val="18"/>
              <w:szCs w:val="18"/>
            </w:rPr>
          </w:pPr>
        </w:p>
        <w:p w:rsidR="00BA0532" w:rsidRPr="002C4F17" w:rsidRDefault="00BA0532" w:rsidP="002C4F17">
          <w:pPr>
            <w:pStyle w:val="Header"/>
            <w:tabs>
              <w:tab w:val="clear" w:pos="4153"/>
              <w:tab w:val="clear" w:pos="8306"/>
            </w:tabs>
            <w:rPr>
              <w:rFonts w:cs="Arial"/>
              <w:sz w:val="18"/>
              <w:szCs w:val="18"/>
            </w:rPr>
          </w:pPr>
          <w:r w:rsidRPr="002C4F17">
            <w:rPr>
              <w:rFonts w:cs="Arial"/>
              <w:sz w:val="18"/>
              <w:szCs w:val="18"/>
            </w:rPr>
            <w:t>Location:</w:t>
          </w:r>
          <w:r w:rsidRPr="002C4F17">
            <w:rPr>
              <w:rFonts w:cs="Arial"/>
              <w:sz w:val="18"/>
              <w:szCs w:val="18"/>
            </w:rPr>
            <w:br/>
            <w:t>Pit Straight</w:t>
          </w:r>
        </w:p>
        <w:p w:rsidR="00BA0532" w:rsidRPr="002C4F17" w:rsidRDefault="00BA0532" w:rsidP="002C4F17">
          <w:pPr>
            <w:pStyle w:val="Header"/>
            <w:tabs>
              <w:tab w:val="clear" w:pos="4153"/>
              <w:tab w:val="clear" w:pos="8306"/>
            </w:tabs>
            <w:rPr>
              <w:rFonts w:cs="Arial"/>
              <w:sz w:val="18"/>
              <w:szCs w:val="18"/>
            </w:rPr>
          </w:pPr>
          <w:r w:rsidRPr="002C4F17">
            <w:rPr>
              <w:rFonts w:cs="Arial"/>
              <w:sz w:val="18"/>
              <w:szCs w:val="18"/>
            </w:rPr>
            <w:t>Mount Panorama</w:t>
          </w:r>
        </w:p>
        <w:p w:rsidR="00BA0532" w:rsidRPr="002C4F17" w:rsidRDefault="00BA0532" w:rsidP="002C4F17">
          <w:pPr>
            <w:pStyle w:val="Header"/>
            <w:tabs>
              <w:tab w:val="clear" w:pos="4153"/>
              <w:tab w:val="clear" w:pos="8306"/>
            </w:tabs>
            <w:rPr>
              <w:rFonts w:cs="Arial"/>
              <w:sz w:val="18"/>
              <w:szCs w:val="18"/>
            </w:rPr>
          </w:pPr>
          <w:proofErr w:type="gramStart"/>
          <w:r w:rsidRPr="002C4F17">
            <w:rPr>
              <w:rFonts w:cs="Arial"/>
              <w:sz w:val="18"/>
              <w:szCs w:val="18"/>
            </w:rPr>
            <w:t>BATHURST  NSW</w:t>
          </w:r>
          <w:proofErr w:type="gramEnd"/>
          <w:r w:rsidRPr="002C4F17">
            <w:rPr>
              <w:rFonts w:cs="Arial"/>
              <w:sz w:val="18"/>
              <w:szCs w:val="18"/>
            </w:rPr>
            <w:t xml:space="preserve">  2795</w:t>
          </w:r>
        </w:p>
      </w:tc>
      <w:tc>
        <w:tcPr>
          <w:tcW w:w="2693" w:type="dxa"/>
        </w:tcPr>
        <w:p w:rsidR="00BA0532" w:rsidRPr="002C4F17" w:rsidRDefault="00BA0532" w:rsidP="002C4F17">
          <w:pPr>
            <w:pStyle w:val="Header"/>
            <w:tabs>
              <w:tab w:val="clear" w:pos="4153"/>
              <w:tab w:val="clear" w:pos="8306"/>
            </w:tabs>
            <w:rPr>
              <w:rFonts w:cs="Arial"/>
              <w:sz w:val="18"/>
              <w:szCs w:val="18"/>
            </w:rPr>
          </w:pPr>
        </w:p>
        <w:p w:rsidR="00BA0532" w:rsidRPr="002C4F17" w:rsidRDefault="00BA0532" w:rsidP="002C4F17">
          <w:pPr>
            <w:pStyle w:val="Header"/>
            <w:tabs>
              <w:tab w:val="clear" w:pos="4153"/>
              <w:tab w:val="clear" w:pos="8306"/>
            </w:tabs>
            <w:rPr>
              <w:rFonts w:cs="Arial"/>
              <w:sz w:val="18"/>
              <w:szCs w:val="18"/>
            </w:rPr>
          </w:pPr>
          <w:r w:rsidRPr="002C4F17">
            <w:rPr>
              <w:rFonts w:cs="Arial"/>
              <w:sz w:val="18"/>
              <w:szCs w:val="18"/>
            </w:rPr>
            <w:t>Telephone 02 6333 6242</w:t>
          </w:r>
        </w:p>
        <w:p w:rsidR="00BA0532" w:rsidRPr="002C4F17" w:rsidRDefault="00BA0532" w:rsidP="002C4F17">
          <w:pPr>
            <w:pStyle w:val="Header"/>
            <w:tabs>
              <w:tab w:val="clear" w:pos="4153"/>
              <w:tab w:val="clear" w:pos="8306"/>
            </w:tabs>
            <w:rPr>
              <w:rFonts w:cs="Arial"/>
              <w:sz w:val="18"/>
              <w:szCs w:val="18"/>
            </w:rPr>
          </w:pPr>
          <w:proofErr w:type="gramStart"/>
          <w:r w:rsidRPr="002C4F17">
            <w:rPr>
              <w:rFonts w:cs="Arial"/>
              <w:sz w:val="18"/>
              <w:szCs w:val="18"/>
            </w:rPr>
            <w:t>Facsimile  02</w:t>
          </w:r>
          <w:proofErr w:type="gramEnd"/>
          <w:r w:rsidRPr="002C4F17">
            <w:rPr>
              <w:rFonts w:cs="Arial"/>
              <w:sz w:val="18"/>
              <w:szCs w:val="18"/>
            </w:rPr>
            <w:t xml:space="preserve"> 6331 7211</w:t>
          </w:r>
        </w:p>
        <w:p w:rsidR="00BA0532" w:rsidRPr="002C4F17" w:rsidRDefault="00BA0532" w:rsidP="002C4F17">
          <w:pPr>
            <w:pStyle w:val="Header"/>
            <w:tabs>
              <w:tab w:val="clear" w:pos="4153"/>
              <w:tab w:val="clear" w:pos="8306"/>
            </w:tabs>
            <w:rPr>
              <w:rFonts w:cs="Arial"/>
              <w:sz w:val="18"/>
              <w:szCs w:val="18"/>
            </w:rPr>
          </w:pPr>
          <w:r w:rsidRPr="002C4F17">
            <w:rPr>
              <w:rFonts w:cs="Arial"/>
              <w:sz w:val="18"/>
              <w:szCs w:val="18"/>
            </w:rPr>
            <w:t>council@bathurst.nsw.gov.au</w:t>
          </w:r>
        </w:p>
        <w:p w:rsidR="00BA0532" w:rsidRPr="002C4F17" w:rsidRDefault="00146B08" w:rsidP="002C4F17">
          <w:pPr>
            <w:pStyle w:val="Header"/>
            <w:tabs>
              <w:tab w:val="clear" w:pos="4153"/>
              <w:tab w:val="clear" w:pos="8306"/>
            </w:tabs>
            <w:rPr>
              <w:rFonts w:cs="Arial"/>
              <w:sz w:val="18"/>
              <w:szCs w:val="18"/>
            </w:rPr>
          </w:pPr>
          <w:hyperlink r:id="rId2" w:history="1">
            <w:r w:rsidR="00BA0532" w:rsidRPr="002C4F17">
              <w:rPr>
                <w:rStyle w:val="Hyperlink"/>
                <w:rFonts w:cs="Arial"/>
                <w:color w:val="auto"/>
                <w:sz w:val="18"/>
                <w:szCs w:val="18"/>
                <w:u w:val="none"/>
              </w:rPr>
              <w:t>www.bathurst.nsw.gov.au</w:t>
            </w:r>
          </w:hyperlink>
        </w:p>
        <w:p w:rsidR="00BA0532" w:rsidRPr="002C4F17" w:rsidRDefault="00BA0532" w:rsidP="002C4F17">
          <w:pPr>
            <w:pStyle w:val="Header"/>
            <w:tabs>
              <w:tab w:val="clear" w:pos="4153"/>
              <w:tab w:val="clear" w:pos="8306"/>
            </w:tabs>
            <w:rPr>
              <w:rFonts w:cs="Arial"/>
              <w:sz w:val="18"/>
              <w:szCs w:val="18"/>
            </w:rPr>
          </w:pPr>
          <w:r w:rsidRPr="002C4F17">
            <w:rPr>
              <w:rFonts w:cs="Arial"/>
              <w:sz w:val="18"/>
              <w:szCs w:val="18"/>
            </w:rPr>
            <w:t>www.mount-panorama.com.au</w:t>
          </w:r>
        </w:p>
      </w:tc>
      <w:tc>
        <w:tcPr>
          <w:tcW w:w="2410" w:type="dxa"/>
        </w:tcPr>
        <w:p w:rsidR="00BA0532" w:rsidRPr="002C4F17" w:rsidRDefault="00BA0532" w:rsidP="002C4F17">
          <w:pPr>
            <w:pStyle w:val="Header"/>
            <w:tabs>
              <w:tab w:val="clear" w:pos="4153"/>
              <w:tab w:val="clear" w:pos="8306"/>
            </w:tabs>
            <w:rPr>
              <w:rFonts w:cs="Arial"/>
              <w:sz w:val="18"/>
              <w:szCs w:val="18"/>
            </w:rPr>
          </w:pPr>
        </w:p>
        <w:p w:rsidR="00BA0532" w:rsidRPr="002C4F17" w:rsidRDefault="00BA0532" w:rsidP="002C4F17">
          <w:pPr>
            <w:pStyle w:val="Header"/>
            <w:tabs>
              <w:tab w:val="clear" w:pos="4153"/>
              <w:tab w:val="clear" w:pos="8306"/>
            </w:tabs>
            <w:rPr>
              <w:rFonts w:cs="Arial"/>
              <w:sz w:val="18"/>
              <w:szCs w:val="18"/>
            </w:rPr>
          </w:pPr>
          <w:r w:rsidRPr="002C4F17">
            <w:rPr>
              <w:rFonts w:cs="Arial"/>
              <w:sz w:val="18"/>
              <w:szCs w:val="18"/>
            </w:rPr>
            <w:t>Correspondence to:</w:t>
          </w:r>
        </w:p>
        <w:p w:rsidR="00BA0532" w:rsidRPr="002C4F17" w:rsidRDefault="00BA0532" w:rsidP="002C4F17">
          <w:pPr>
            <w:pStyle w:val="Header"/>
            <w:tabs>
              <w:tab w:val="clear" w:pos="4153"/>
              <w:tab w:val="clear" w:pos="8306"/>
            </w:tabs>
            <w:rPr>
              <w:rFonts w:cs="Arial"/>
              <w:sz w:val="18"/>
              <w:szCs w:val="18"/>
            </w:rPr>
          </w:pPr>
          <w:r w:rsidRPr="002C4F17">
            <w:rPr>
              <w:rFonts w:cs="Arial"/>
              <w:sz w:val="18"/>
              <w:szCs w:val="18"/>
            </w:rPr>
            <w:t>Private Mail Bag 17</w:t>
          </w:r>
        </w:p>
        <w:p w:rsidR="00BA0532" w:rsidRPr="002C4F17" w:rsidRDefault="00BA0532" w:rsidP="002C4F17">
          <w:pPr>
            <w:pStyle w:val="Header"/>
            <w:tabs>
              <w:tab w:val="clear" w:pos="4153"/>
              <w:tab w:val="clear" w:pos="8306"/>
            </w:tabs>
            <w:rPr>
              <w:rFonts w:cs="Arial"/>
              <w:sz w:val="18"/>
              <w:szCs w:val="18"/>
            </w:rPr>
          </w:pPr>
          <w:proofErr w:type="gramStart"/>
          <w:r w:rsidRPr="002C4F17">
            <w:rPr>
              <w:rFonts w:cs="Arial"/>
              <w:sz w:val="18"/>
              <w:szCs w:val="18"/>
            </w:rPr>
            <w:t>BATHURST  NSW</w:t>
          </w:r>
          <w:proofErr w:type="gramEnd"/>
          <w:r w:rsidRPr="002C4F17">
            <w:rPr>
              <w:rFonts w:cs="Arial"/>
              <w:sz w:val="18"/>
              <w:szCs w:val="18"/>
            </w:rPr>
            <w:t xml:space="preserve">  2795</w:t>
          </w:r>
        </w:p>
      </w:tc>
      <w:tc>
        <w:tcPr>
          <w:tcW w:w="2410" w:type="dxa"/>
        </w:tcPr>
        <w:p w:rsidR="00BA0532" w:rsidRPr="002C4F17" w:rsidRDefault="00A72506" w:rsidP="002C4F17">
          <w:pPr>
            <w:pStyle w:val="Header"/>
            <w:tabs>
              <w:tab w:val="clear" w:pos="4153"/>
              <w:tab w:val="clear" w:pos="8306"/>
            </w:tabs>
            <w:rPr>
              <w:rFonts w:cs="Arial"/>
              <w:sz w:val="18"/>
              <w:szCs w:val="18"/>
            </w:rPr>
          </w:pPr>
          <w:r>
            <w:rPr>
              <w:rFonts w:cs="Arial"/>
              <w:noProof/>
              <w:sz w:val="18"/>
              <w:szCs w:val="18"/>
              <w:lang w:eastAsia="en-AU"/>
            </w:rPr>
            <w:pict>
              <v:shape id="Picture 2" o:spid="_x0000_i1026" type="#_x0000_t75" style="width:60pt;height:59.25pt;visibility:visible">
                <v:imagedata r:id="rId3" o:title=""/>
              </v:shape>
            </w:pict>
          </w:r>
        </w:p>
      </w:tc>
    </w:tr>
  </w:tbl>
  <w:p w:rsidR="00BA0532" w:rsidRPr="00CE08C6" w:rsidRDefault="00BA0532" w:rsidP="00F7301E">
    <w:pPr>
      <w:pStyle w:val="Heade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A2AC9"/>
    <w:multiLevelType w:val="hybridMultilevel"/>
    <w:tmpl w:val="5B0AEF4C"/>
    <w:lvl w:ilvl="0" w:tplc="D68C6354">
      <w:start w:val="1"/>
      <w:numFmt w:val="bullet"/>
      <w:lvlText w:val=""/>
      <w:lvlJc w:val="left"/>
      <w:pPr>
        <w:tabs>
          <w:tab w:val="num" w:pos="780"/>
        </w:tabs>
        <w:ind w:left="780" w:hanging="360"/>
      </w:pPr>
      <w:rPr>
        <w:rFonts w:ascii="Symbol" w:hAnsi="Symbol" w:hint="default"/>
        <w:sz w:val="18"/>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B2F2950"/>
    <w:multiLevelType w:val="singleLevel"/>
    <w:tmpl w:val="3E06C61A"/>
    <w:lvl w:ilvl="0">
      <w:numFmt w:val="bullet"/>
      <w:lvlText w:val=""/>
      <w:lvlJc w:val="left"/>
      <w:pPr>
        <w:tabs>
          <w:tab w:val="num" w:pos="1080"/>
        </w:tabs>
        <w:ind w:left="1080" w:hanging="360"/>
      </w:pPr>
      <w:rPr>
        <w:rFonts w:ascii="Wingdings" w:hAnsi="Wingdings" w:hint="default"/>
        <w:sz w:val="24"/>
      </w:rPr>
    </w:lvl>
  </w:abstractNum>
  <w:abstractNum w:abstractNumId="2" w15:restartNumberingAfterBreak="0">
    <w:nsid w:val="17530414"/>
    <w:multiLevelType w:val="multilevel"/>
    <w:tmpl w:val="FAB6B8A8"/>
    <w:lvl w:ilvl="0">
      <w:numFmt w:val="bullet"/>
      <w:lvlText w:val=""/>
      <w:lvlJc w:val="left"/>
      <w:pPr>
        <w:tabs>
          <w:tab w:val="num" w:pos="720"/>
        </w:tabs>
        <w:ind w:left="720" w:hanging="360"/>
      </w:pPr>
      <w:rPr>
        <w:rFonts w:ascii="Wingdings" w:eastAsia="Times New Roman"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723C2C"/>
    <w:multiLevelType w:val="singleLevel"/>
    <w:tmpl w:val="3E06C61A"/>
    <w:lvl w:ilvl="0">
      <w:numFmt w:val="bullet"/>
      <w:lvlText w:val=""/>
      <w:lvlJc w:val="left"/>
      <w:pPr>
        <w:tabs>
          <w:tab w:val="num" w:pos="1080"/>
        </w:tabs>
        <w:ind w:left="1080" w:hanging="360"/>
      </w:pPr>
      <w:rPr>
        <w:rFonts w:ascii="Wingdings" w:hAnsi="Wingdings" w:hint="default"/>
        <w:sz w:val="24"/>
      </w:rPr>
    </w:lvl>
  </w:abstractNum>
  <w:abstractNum w:abstractNumId="4" w15:restartNumberingAfterBreak="0">
    <w:nsid w:val="1F6069BE"/>
    <w:multiLevelType w:val="hybridMultilevel"/>
    <w:tmpl w:val="1E98F69E"/>
    <w:lvl w:ilvl="0" w:tplc="22D6DEF6">
      <w:numFmt w:val="bullet"/>
      <w:lvlText w:val=""/>
      <w:lvlJc w:val="left"/>
      <w:pPr>
        <w:tabs>
          <w:tab w:val="num" w:pos="780"/>
        </w:tabs>
        <w:ind w:left="780" w:hanging="420"/>
      </w:pPr>
      <w:rPr>
        <w:rFonts w:ascii="Wingdings" w:eastAsia="Times New Roman" w:hAnsi="Wingdings" w:hint="default"/>
        <w:sz w:val="32"/>
        <w:u w:val="none"/>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8F5A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1100C49"/>
    <w:multiLevelType w:val="hybridMultilevel"/>
    <w:tmpl w:val="FAB6B8A8"/>
    <w:lvl w:ilvl="0" w:tplc="8D264B44">
      <w:numFmt w:val="bullet"/>
      <w:lvlText w:val=""/>
      <w:lvlJc w:val="left"/>
      <w:pPr>
        <w:tabs>
          <w:tab w:val="num" w:pos="720"/>
        </w:tabs>
        <w:ind w:left="720" w:hanging="360"/>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5A3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5AA2FF9"/>
    <w:multiLevelType w:val="singleLevel"/>
    <w:tmpl w:val="3E06C61A"/>
    <w:lvl w:ilvl="0">
      <w:numFmt w:val="bullet"/>
      <w:lvlText w:val=""/>
      <w:lvlJc w:val="left"/>
      <w:pPr>
        <w:tabs>
          <w:tab w:val="num" w:pos="1080"/>
        </w:tabs>
        <w:ind w:left="1080" w:hanging="360"/>
      </w:pPr>
      <w:rPr>
        <w:rFonts w:ascii="Wingdings" w:hAnsi="Wingdings" w:hint="default"/>
        <w:sz w:val="24"/>
      </w:rPr>
    </w:lvl>
  </w:abstractNum>
  <w:abstractNum w:abstractNumId="9" w15:restartNumberingAfterBreak="0">
    <w:nsid w:val="26182D00"/>
    <w:multiLevelType w:val="singleLevel"/>
    <w:tmpl w:val="3E06C61A"/>
    <w:lvl w:ilvl="0">
      <w:numFmt w:val="bullet"/>
      <w:lvlText w:val=""/>
      <w:lvlJc w:val="left"/>
      <w:pPr>
        <w:tabs>
          <w:tab w:val="num" w:pos="1080"/>
        </w:tabs>
        <w:ind w:left="1080" w:hanging="360"/>
      </w:pPr>
      <w:rPr>
        <w:rFonts w:ascii="Wingdings" w:hAnsi="Wingdings" w:hint="default"/>
        <w:sz w:val="24"/>
      </w:rPr>
    </w:lvl>
  </w:abstractNum>
  <w:abstractNum w:abstractNumId="10" w15:restartNumberingAfterBreak="0">
    <w:nsid w:val="29AA2A9D"/>
    <w:multiLevelType w:val="hybridMultilevel"/>
    <w:tmpl w:val="1040E2D8"/>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A872625"/>
    <w:multiLevelType w:val="hybridMultilevel"/>
    <w:tmpl w:val="3692FE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0045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4CA60A1"/>
    <w:multiLevelType w:val="hybridMultilevel"/>
    <w:tmpl w:val="13A2768A"/>
    <w:lvl w:ilvl="0" w:tplc="013000A4">
      <w:numFmt w:val="bullet"/>
      <w:lvlText w:val=""/>
      <w:lvlJc w:val="left"/>
      <w:pPr>
        <w:tabs>
          <w:tab w:val="num" w:pos="720"/>
        </w:tabs>
        <w:ind w:left="720" w:hanging="360"/>
      </w:pPr>
      <w:rPr>
        <w:rFonts w:ascii="Wingdings" w:eastAsia="Times New Roman" w:hAnsi="Wingdings" w:hint="default"/>
        <w:b w:val="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D02358"/>
    <w:multiLevelType w:val="singleLevel"/>
    <w:tmpl w:val="93C0CEF8"/>
    <w:lvl w:ilvl="0">
      <w:numFmt w:val="bullet"/>
      <w:lvlText w:val=""/>
      <w:lvlJc w:val="left"/>
      <w:pPr>
        <w:tabs>
          <w:tab w:val="num" w:pos="705"/>
        </w:tabs>
        <w:ind w:left="705" w:hanging="705"/>
      </w:pPr>
      <w:rPr>
        <w:rFonts w:ascii="Wingdings" w:hAnsi="Wingdings" w:hint="default"/>
        <w:sz w:val="24"/>
      </w:rPr>
    </w:lvl>
  </w:abstractNum>
  <w:abstractNum w:abstractNumId="15" w15:restartNumberingAfterBreak="0">
    <w:nsid w:val="52CE64D2"/>
    <w:multiLevelType w:val="hybridMultilevel"/>
    <w:tmpl w:val="A3964C06"/>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603025C"/>
    <w:multiLevelType w:val="singleLevel"/>
    <w:tmpl w:val="3E06C61A"/>
    <w:lvl w:ilvl="0">
      <w:numFmt w:val="bullet"/>
      <w:lvlText w:val=""/>
      <w:lvlJc w:val="left"/>
      <w:pPr>
        <w:tabs>
          <w:tab w:val="num" w:pos="1080"/>
        </w:tabs>
        <w:ind w:left="1080" w:hanging="360"/>
      </w:pPr>
      <w:rPr>
        <w:rFonts w:ascii="Wingdings" w:hAnsi="Wingdings" w:hint="default"/>
        <w:sz w:val="24"/>
      </w:rPr>
    </w:lvl>
  </w:abstractNum>
  <w:abstractNum w:abstractNumId="17" w15:restartNumberingAfterBreak="0">
    <w:nsid w:val="5DF2587D"/>
    <w:multiLevelType w:val="hybridMultilevel"/>
    <w:tmpl w:val="B89269AA"/>
    <w:lvl w:ilvl="0" w:tplc="919810B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A0573A"/>
    <w:multiLevelType w:val="hybridMultilevel"/>
    <w:tmpl w:val="0328587C"/>
    <w:lvl w:ilvl="0" w:tplc="0409000F">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71314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E2E3A69"/>
    <w:multiLevelType w:val="hybridMultilevel"/>
    <w:tmpl w:val="7E7E44FA"/>
    <w:lvl w:ilvl="0" w:tplc="4DCE49F0">
      <w:numFmt w:val="bullet"/>
      <w:lvlText w:val=""/>
      <w:lvlJc w:val="left"/>
      <w:pPr>
        <w:tabs>
          <w:tab w:val="num" w:pos="720"/>
        </w:tabs>
        <w:ind w:left="720" w:hanging="720"/>
      </w:pPr>
      <w:rPr>
        <w:rFonts w:ascii="Wingdings" w:eastAsia="Times New Roman"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D0608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FBC505E"/>
    <w:multiLevelType w:val="singleLevel"/>
    <w:tmpl w:val="F236A5B8"/>
    <w:lvl w:ilvl="0">
      <w:start w:val="3"/>
      <w:numFmt w:val="lowerLetter"/>
      <w:lvlText w:val="(%1)"/>
      <w:lvlJc w:val="left"/>
      <w:pPr>
        <w:tabs>
          <w:tab w:val="num" w:pos="420"/>
        </w:tabs>
        <w:ind w:left="420" w:hanging="420"/>
      </w:pPr>
      <w:rPr>
        <w:rFonts w:cs="Times New Roman" w:hint="default"/>
      </w:rPr>
    </w:lvl>
  </w:abstractNum>
  <w:abstractNum w:abstractNumId="23" w15:restartNumberingAfterBreak="0">
    <w:nsid w:val="72CB18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7913827"/>
    <w:multiLevelType w:val="singleLevel"/>
    <w:tmpl w:val="04090017"/>
    <w:lvl w:ilvl="0">
      <w:start w:val="1"/>
      <w:numFmt w:val="lowerLetter"/>
      <w:lvlText w:val="%1)"/>
      <w:lvlJc w:val="left"/>
      <w:pPr>
        <w:tabs>
          <w:tab w:val="num" w:pos="360"/>
        </w:tabs>
        <w:ind w:left="360" w:hanging="360"/>
      </w:pPr>
      <w:rPr>
        <w:rFonts w:cs="Times New Roman"/>
      </w:rPr>
    </w:lvl>
  </w:abstractNum>
  <w:abstractNum w:abstractNumId="25" w15:restartNumberingAfterBreak="0">
    <w:nsid w:val="7CEF3F2A"/>
    <w:multiLevelType w:val="multilevel"/>
    <w:tmpl w:val="FAB6B8A8"/>
    <w:lvl w:ilvl="0">
      <w:numFmt w:val="bullet"/>
      <w:lvlText w:val=""/>
      <w:lvlJc w:val="left"/>
      <w:pPr>
        <w:tabs>
          <w:tab w:val="num" w:pos="720"/>
        </w:tabs>
        <w:ind w:left="720" w:hanging="360"/>
      </w:pPr>
      <w:rPr>
        <w:rFonts w:ascii="Wingdings" w:eastAsia="Times New Roman"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3"/>
  </w:num>
  <w:num w:numId="3">
    <w:abstractNumId w:val="19"/>
  </w:num>
  <w:num w:numId="4">
    <w:abstractNumId w:val="16"/>
  </w:num>
  <w:num w:numId="5">
    <w:abstractNumId w:val="8"/>
  </w:num>
  <w:num w:numId="6">
    <w:abstractNumId w:val="7"/>
  </w:num>
  <w:num w:numId="7">
    <w:abstractNumId w:val="5"/>
  </w:num>
  <w:num w:numId="8">
    <w:abstractNumId w:val="21"/>
  </w:num>
  <w:num w:numId="9">
    <w:abstractNumId w:val="1"/>
  </w:num>
  <w:num w:numId="10">
    <w:abstractNumId w:val="9"/>
  </w:num>
  <w:num w:numId="11">
    <w:abstractNumId w:val="3"/>
  </w:num>
  <w:num w:numId="12">
    <w:abstractNumId w:val="11"/>
  </w:num>
  <w:num w:numId="13">
    <w:abstractNumId w:val="14"/>
  </w:num>
  <w:num w:numId="14">
    <w:abstractNumId w:val="24"/>
  </w:num>
  <w:num w:numId="15">
    <w:abstractNumId w:val="15"/>
  </w:num>
  <w:num w:numId="16">
    <w:abstractNumId w:val="10"/>
  </w:num>
  <w:num w:numId="17">
    <w:abstractNumId w:val="18"/>
  </w:num>
  <w:num w:numId="18">
    <w:abstractNumId w:val="4"/>
  </w:num>
  <w:num w:numId="19">
    <w:abstractNumId w:val="13"/>
  </w:num>
  <w:num w:numId="20">
    <w:abstractNumId w:val="22"/>
  </w:num>
  <w:num w:numId="21">
    <w:abstractNumId w:val="6"/>
  </w:num>
  <w:num w:numId="22">
    <w:abstractNumId w:val="2"/>
  </w:num>
  <w:num w:numId="23">
    <w:abstractNumId w:val="25"/>
  </w:num>
  <w:num w:numId="24">
    <w:abstractNumId w:val="20"/>
  </w:num>
  <w:num w:numId="25">
    <w:abstractNumId w:val="1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SuZrywpPIBQSp7SLTImDx/UsJ+kOWTFNfIGC6AIHBnF0+FzWpWgMezw4yYVtYjCURbxUgOLmHupAZSDWp5M3g==" w:salt="jMg5gdEn+4MPet7BWWYgaw=="/>
  <w:defaultTabStop w:val="567"/>
  <w:displayHorizontalDrawingGridEvery w:val="0"/>
  <w:displayVerticalDrawingGridEvery w:val="0"/>
  <w:doNotUseMarginsForDrawingGridOrigin/>
  <w:noPunctuationKerning/>
  <w:characterSpacingControl w:val="doNotCompress"/>
  <w:hdrShapeDefaults>
    <o:shapedefaults v:ext="edit" spidmax="2253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50AF0"/>
    <w:rsid w:val="00005481"/>
    <w:rsid w:val="000073CD"/>
    <w:rsid w:val="0001138C"/>
    <w:rsid w:val="000122F9"/>
    <w:rsid w:val="00014FBD"/>
    <w:rsid w:val="00017FED"/>
    <w:rsid w:val="0002025C"/>
    <w:rsid w:val="000268AE"/>
    <w:rsid w:val="000335CF"/>
    <w:rsid w:val="000351AE"/>
    <w:rsid w:val="00036C0F"/>
    <w:rsid w:val="00037AD4"/>
    <w:rsid w:val="00066A04"/>
    <w:rsid w:val="00070F6A"/>
    <w:rsid w:val="00072DCE"/>
    <w:rsid w:val="00074296"/>
    <w:rsid w:val="0008460A"/>
    <w:rsid w:val="00095CC7"/>
    <w:rsid w:val="000A340A"/>
    <w:rsid w:val="000A72C5"/>
    <w:rsid w:val="000B0085"/>
    <w:rsid w:val="000B35BB"/>
    <w:rsid w:val="000B496D"/>
    <w:rsid w:val="000D2765"/>
    <w:rsid w:val="000D60A6"/>
    <w:rsid w:val="000E6C05"/>
    <w:rsid w:val="000F0F7E"/>
    <w:rsid w:val="000F23B6"/>
    <w:rsid w:val="000F260D"/>
    <w:rsid w:val="000F57F8"/>
    <w:rsid w:val="00107258"/>
    <w:rsid w:val="00112CFC"/>
    <w:rsid w:val="0011724A"/>
    <w:rsid w:val="00146B08"/>
    <w:rsid w:val="00147260"/>
    <w:rsid w:val="001475F7"/>
    <w:rsid w:val="00147B3F"/>
    <w:rsid w:val="00153491"/>
    <w:rsid w:val="001561C9"/>
    <w:rsid w:val="00156B17"/>
    <w:rsid w:val="00161D26"/>
    <w:rsid w:val="0016549E"/>
    <w:rsid w:val="00166221"/>
    <w:rsid w:val="001677AD"/>
    <w:rsid w:val="0017228D"/>
    <w:rsid w:val="00174F71"/>
    <w:rsid w:val="00183D3D"/>
    <w:rsid w:val="001861F5"/>
    <w:rsid w:val="001A11DE"/>
    <w:rsid w:val="001A4AD4"/>
    <w:rsid w:val="001A7FBF"/>
    <w:rsid w:val="001B03DB"/>
    <w:rsid w:val="001C3FAD"/>
    <w:rsid w:val="001C5903"/>
    <w:rsid w:val="001D30CC"/>
    <w:rsid w:val="001E0B4C"/>
    <w:rsid w:val="001E1EFD"/>
    <w:rsid w:val="001F4FDA"/>
    <w:rsid w:val="001F757B"/>
    <w:rsid w:val="00204590"/>
    <w:rsid w:val="0021132B"/>
    <w:rsid w:val="00211E9E"/>
    <w:rsid w:val="002127CA"/>
    <w:rsid w:val="00237832"/>
    <w:rsid w:val="0024458F"/>
    <w:rsid w:val="00256426"/>
    <w:rsid w:val="002602FE"/>
    <w:rsid w:val="0026121C"/>
    <w:rsid w:val="0026539E"/>
    <w:rsid w:val="00266B92"/>
    <w:rsid w:val="002856D9"/>
    <w:rsid w:val="00286A37"/>
    <w:rsid w:val="00296E4B"/>
    <w:rsid w:val="002A2E11"/>
    <w:rsid w:val="002A74C4"/>
    <w:rsid w:val="002B4888"/>
    <w:rsid w:val="002B6049"/>
    <w:rsid w:val="002C145B"/>
    <w:rsid w:val="002C4E26"/>
    <w:rsid w:val="002C4F17"/>
    <w:rsid w:val="002D02C2"/>
    <w:rsid w:val="002D7832"/>
    <w:rsid w:val="002E0FBC"/>
    <w:rsid w:val="002E4840"/>
    <w:rsid w:val="002E4D52"/>
    <w:rsid w:val="002E6DB9"/>
    <w:rsid w:val="00312765"/>
    <w:rsid w:val="0031314C"/>
    <w:rsid w:val="003204F6"/>
    <w:rsid w:val="003427EA"/>
    <w:rsid w:val="0034695F"/>
    <w:rsid w:val="00351625"/>
    <w:rsid w:val="0035265F"/>
    <w:rsid w:val="00356A9C"/>
    <w:rsid w:val="00364B54"/>
    <w:rsid w:val="003661C0"/>
    <w:rsid w:val="00376019"/>
    <w:rsid w:val="00381FC2"/>
    <w:rsid w:val="0038672C"/>
    <w:rsid w:val="00387CF0"/>
    <w:rsid w:val="0039193A"/>
    <w:rsid w:val="00395709"/>
    <w:rsid w:val="003A7B32"/>
    <w:rsid w:val="003D050E"/>
    <w:rsid w:val="003D05A5"/>
    <w:rsid w:val="003D71A9"/>
    <w:rsid w:val="003E18F2"/>
    <w:rsid w:val="00403EBC"/>
    <w:rsid w:val="00423C64"/>
    <w:rsid w:val="004255AB"/>
    <w:rsid w:val="00431902"/>
    <w:rsid w:val="00436065"/>
    <w:rsid w:val="004450B4"/>
    <w:rsid w:val="004458CD"/>
    <w:rsid w:val="0046076E"/>
    <w:rsid w:val="0046357F"/>
    <w:rsid w:val="00473B28"/>
    <w:rsid w:val="004777D0"/>
    <w:rsid w:val="00493DF0"/>
    <w:rsid w:val="004A0A45"/>
    <w:rsid w:val="004A1236"/>
    <w:rsid w:val="004A157B"/>
    <w:rsid w:val="004A1D65"/>
    <w:rsid w:val="004A4351"/>
    <w:rsid w:val="004B1CFB"/>
    <w:rsid w:val="004B2F25"/>
    <w:rsid w:val="004C2339"/>
    <w:rsid w:val="004D4566"/>
    <w:rsid w:val="004D59CC"/>
    <w:rsid w:val="004D60BE"/>
    <w:rsid w:val="004E2A9F"/>
    <w:rsid w:val="004F3E5A"/>
    <w:rsid w:val="005004B1"/>
    <w:rsid w:val="00502989"/>
    <w:rsid w:val="00546679"/>
    <w:rsid w:val="00556759"/>
    <w:rsid w:val="00567405"/>
    <w:rsid w:val="005719A9"/>
    <w:rsid w:val="00571AB9"/>
    <w:rsid w:val="005743C5"/>
    <w:rsid w:val="00574D25"/>
    <w:rsid w:val="00594CA9"/>
    <w:rsid w:val="005A3B37"/>
    <w:rsid w:val="005B1D00"/>
    <w:rsid w:val="005C3424"/>
    <w:rsid w:val="005C5351"/>
    <w:rsid w:val="005D3D77"/>
    <w:rsid w:val="005E4BA4"/>
    <w:rsid w:val="005F28E6"/>
    <w:rsid w:val="005F66A2"/>
    <w:rsid w:val="005F76D3"/>
    <w:rsid w:val="00616F39"/>
    <w:rsid w:val="00617F34"/>
    <w:rsid w:val="00625D73"/>
    <w:rsid w:val="00636FED"/>
    <w:rsid w:val="00650668"/>
    <w:rsid w:val="006617CF"/>
    <w:rsid w:val="00661BFF"/>
    <w:rsid w:val="00665CF4"/>
    <w:rsid w:val="00666B29"/>
    <w:rsid w:val="00666C06"/>
    <w:rsid w:val="0067173B"/>
    <w:rsid w:val="00672BA4"/>
    <w:rsid w:val="00693992"/>
    <w:rsid w:val="006A00ED"/>
    <w:rsid w:val="006A3573"/>
    <w:rsid w:val="006B5DE0"/>
    <w:rsid w:val="006C5143"/>
    <w:rsid w:val="006C5A99"/>
    <w:rsid w:val="006C5C78"/>
    <w:rsid w:val="006C70F3"/>
    <w:rsid w:val="006E2351"/>
    <w:rsid w:val="006F5098"/>
    <w:rsid w:val="0070095F"/>
    <w:rsid w:val="007009E3"/>
    <w:rsid w:val="00701D21"/>
    <w:rsid w:val="00707920"/>
    <w:rsid w:val="00707C40"/>
    <w:rsid w:val="00717641"/>
    <w:rsid w:val="00721438"/>
    <w:rsid w:val="007251AE"/>
    <w:rsid w:val="00726A50"/>
    <w:rsid w:val="00727D48"/>
    <w:rsid w:val="007314B8"/>
    <w:rsid w:val="00746BDE"/>
    <w:rsid w:val="00746D95"/>
    <w:rsid w:val="00750077"/>
    <w:rsid w:val="00751750"/>
    <w:rsid w:val="0075267E"/>
    <w:rsid w:val="00753709"/>
    <w:rsid w:val="007543EA"/>
    <w:rsid w:val="00767A94"/>
    <w:rsid w:val="00783AB7"/>
    <w:rsid w:val="00784BB6"/>
    <w:rsid w:val="00785549"/>
    <w:rsid w:val="007874A4"/>
    <w:rsid w:val="00792E9C"/>
    <w:rsid w:val="0079564F"/>
    <w:rsid w:val="007A017E"/>
    <w:rsid w:val="007A5875"/>
    <w:rsid w:val="007A594A"/>
    <w:rsid w:val="007B20F1"/>
    <w:rsid w:val="007B28BE"/>
    <w:rsid w:val="007B3228"/>
    <w:rsid w:val="007C1B5A"/>
    <w:rsid w:val="007C2760"/>
    <w:rsid w:val="007C2DA8"/>
    <w:rsid w:val="007C605D"/>
    <w:rsid w:val="007D6C3D"/>
    <w:rsid w:val="007E3A73"/>
    <w:rsid w:val="007E5BA9"/>
    <w:rsid w:val="007F0681"/>
    <w:rsid w:val="007F4781"/>
    <w:rsid w:val="00813CFA"/>
    <w:rsid w:val="008247E7"/>
    <w:rsid w:val="008274C5"/>
    <w:rsid w:val="00833975"/>
    <w:rsid w:val="00833BCA"/>
    <w:rsid w:val="00845BB3"/>
    <w:rsid w:val="008617CD"/>
    <w:rsid w:val="00862CE0"/>
    <w:rsid w:val="00864F7D"/>
    <w:rsid w:val="00872250"/>
    <w:rsid w:val="00875474"/>
    <w:rsid w:val="0088086E"/>
    <w:rsid w:val="00884C9F"/>
    <w:rsid w:val="0088786E"/>
    <w:rsid w:val="008B15A4"/>
    <w:rsid w:val="008B22B1"/>
    <w:rsid w:val="008B5ED5"/>
    <w:rsid w:val="008B7ACE"/>
    <w:rsid w:val="008C0B2F"/>
    <w:rsid w:val="008D0BCE"/>
    <w:rsid w:val="008E04F6"/>
    <w:rsid w:val="008E3B1C"/>
    <w:rsid w:val="008E4650"/>
    <w:rsid w:val="008E6600"/>
    <w:rsid w:val="008F11FE"/>
    <w:rsid w:val="008F19BF"/>
    <w:rsid w:val="00903ACF"/>
    <w:rsid w:val="00911664"/>
    <w:rsid w:val="009217D8"/>
    <w:rsid w:val="009232D5"/>
    <w:rsid w:val="0092636B"/>
    <w:rsid w:val="00934439"/>
    <w:rsid w:val="00934946"/>
    <w:rsid w:val="00934A88"/>
    <w:rsid w:val="009351FB"/>
    <w:rsid w:val="0093699A"/>
    <w:rsid w:val="009460F6"/>
    <w:rsid w:val="0095313D"/>
    <w:rsid w:val="00954026"/>
    <w:rsid w:val="00955E9D"/>
    <w:rsid w:val="00970F65"/>
    <w:rsid w:val="00976D5D"/>
    <w:rsid w:val="00977028"/>
    <w:rsid w:val="00981CAD"/>
    <w:rsid w:val="00981F61"/>
    <w:rsid w:val="00984B4C"/>
    <w:rsid w:val="009926EF"/>
    <w:rsid w:val="009B02FC"/>
    <w:rsid w:val="009B229B"/>
    <w:rsid w:val="009C1304"/>
    <w:rsid w:val="009C2CBD"/>
    <w:rsid w:val="009C6C34"/>
    <w:rsid w:val="009D342D"/>
    <w:rsid w:val="009D3625"/>
    <w:rsid w:val="009F32D5"/>
    <w:rsid w:val="009F684B"/>
    <w:rsid w:val="00A140D1"/>
    <w:rsid w:val="00A257F5"/>
    <w:rsid w:val="00A268C2"/>
    <w:rsid w:val="00A34499"/>
    <w:rsid w:val="00A36A94"/>
    <w:rsid w:val="00A464CE"/>
    <w:rsid w:val="00A54D69"/>
    <w:rsid w:val="00A550E1"/>
    <w:rsid w:val="00A679DB"/>
    <w:rsid w:val="00A67F70"/>
    <w:rsid w:val="00A72506"/>
    <w:rsid w:val="00A775C7"/>
    <w:rsid w:val="00A83964"/>
    <w:rsid w:val="00A839E7"/>
    <w:rsid w:val="00A909B0"/>
    <w:rsid w:val="00A919A5"/>
    <w:rsid w:val="00A92685"/>
    <w:rsid w:val="00AD5715"/>
    <w:rsid w:val="00AE22B9"/>
    <w:rsid w:val="00AE7841"/>
    <w:rsid w:val="00AF018A"/>
    <w:rsid w:val="00AF675E"/>
    <w:rsid w:val="00B11D9F"/>
    <w:rsid w:val="00B17F69"/>
    <w:rsid w:val="00B328CF"/>
    <w:rsid w:val="00B51AF9"/>
    <w:rsid w:val="00B54CE5"/>
    <w:rsid w:val="00B5501C"/>
    <w:rsid w:val="00B6295D"/>
    <w:rsid w:val="00B67A2F"/>
    <w:rsid w:val="00B71BBC"/>
    <w:rsid w:val="00B743CE"/>
    <w:rsid w:val="00B74AB0"/>
    <w:rsid w:val="00B75975"/>
    <w:rsid w:val="00B76697"/>
    <w:rsid w:val="00B76BEA"/>
    <w:rsid w:val="00B80D55"/>
    <w:rsid w:val="00B87679"/>
    <w:rsid w:val="00B971F0"/>
    <w:rsid w:val="00BA0532"/>
    <w:rsid w:val="00BB2F6E"/>
    <w:rsid w:val="00BB314F"/>
    <w:rsid w:val="00BB4F77"/>
    <w:rsid w:val="00BC07E9"/>
    <w:rsid w:val="00BD005D"/>
    <w:rsid w:val="00BD446F"/>
    <w:rsid w:val="00BD6B5B"/>
    <w:rsid w:val="00BE4FE6"/>
    <w:rsid w:val="00BF0E60"/>
    <w:rsid w:val="00BF6371"/>
    <w:rsid w:val="00BF7882"/>
    <w:rsid w:val="00C02C13"/>
    <w:rsid w:val="00C106F7"/>
    <w:rsid w:val="00C14ECB"/>
    <w:rsid w:val="00C16121"/>
    <w:rsid w:val="00C2305F"/>
    <w:rsid w:val="00C313AB"/>
    <w:rsid w:val="00C3144A"/>
    <w:rsid w:val="00C3604B"/>
    <w:rsid w:val="00C412F2"/>
    <w:rsid w:val="00C44A3F"/>
    <w:rsid w:val="00C47C84"/>
    <w:rsid w:val="00C51EBE"/>
    <w:rsid w:val="00C52D1A"/>
    <w:rsid w:val="00C533B4"/>
    <w:rsid w:val="00C60740"/>
    <w:rsid w:val="00C613D2"/>
    <w:rsid w:val="00C6527F"/>
    <w:rsid w:val="00C65BDC"/>
    <w:rsid w:val="00C70CA8"/>
    <w:rsid w:val="00C73927"/>
    <w:rsid w:val="00C773C2"/>
    <w:rsid w:val="00C8260E"/>
    <w:rsid w:val="00C86203"/>
    <w:rsid w:val="00C90A87"/>
    <w:rsid w:val="00C9229F"/>
    <w:rsid w:val="00C93BEC"/>
    <w:rsid w:val="00CA2F48"/>
    <w:rsid w:val="00CA414B"/>
    <w:rsid w:val="00CA65DF"/>
    <w:rsid w:val="00CC06FE"/>
    <w:rsid w:val="00CD0A62"/>
    <w:rsid w:val="00CD1B89"/>
    <w:rsid w:val="00CE08C6"/>
    <w:rsid w:val="00CE3AE1"/>
    <w:rsid w:val="00CE7750"/>
    <w:rsid w:val="00CF102E"/>
    <w:rsid w:val="00CF2099"/>
    <w:rsid w:val="00CF3895"/>
    <w:rsid w:val="00CF4B54"/>
    <w:rsid w:val="00CF4CEA"/>
    <w:rsid w:val="00D0045D"/>
    <w:rsid w:val="00D0173E"/>
    <w:rsid w:val="00D16D79"/>
    <w:rsid w:val="00D247DE"/>
    <w:rsid w:val="00D30033"/>
    <w:rsid w:val="00D33BDF"/>
    <w:rsid w:val="00D34E94"/>
    <w:rsid w:val="00D4035C"/>
    <w:rsid w:val="00D41170"/>
    <w:rsid w:val="00D551D9"/>
    <w:rsid w:val="00D56A20"/>
    <w:rsid w:val="00D70B5D"/>
    <w:rsid w:val="00D74543"/>
    <w:rsid w:val="00D768F8"/>
    <w:rsid w:val="00D823C7"/>
    <w:rsid w:val="00D9532E"/>
    <w:rsid w:val="00D956FB"/>
    <w:rsid w:val="00DA33F7"/>
    <w:rsid w:val="00DB0D87"/>
    <w:rsid w:val="00DC168E"/>
    <w:rsid w:val="00DC412A"/>
    <w:rsid w:val="00DD1E78"/>
    <w:rsid w:val="00DE1394"/>
    <w:rsid w:val="00DE54FD"/>
    <w:rsid w:val="00DE7215"/>
    <w:rsid w:val="00DE7839"/>
    <w:rsid w:val="00DF0D03"/>
    <w:rsid w:val="00DF7305"/>
    <w:rsid w:val="00E037CC"/>
    <w:rsid w:val="00E04C55"/>
    <w:rsid w:val="00E11BE7"/>
    <w:rsid w:val="00E11F68"/>
    <w:rsid w:val="00E148E7"/>
    <w:rsid w:val="00E17CD1"/>
    <w:rsid w:val="00E20844"/>
    <w:rsid w:val="00E26457"/>
    <w:rsid w:val="00E271E2"/>
    <w:rsid w:val="00E27CA2"/>
    <w:rsid w:val="00E50AF0"/>
    <w:rsid w:val="00E5213D"/>
    <w:rsid w:val="00E6233B"/>
    <w:rsid w:val="00E649A5"/>
    <w:rsid w:val="00E73C32"/>
    <w:rsid w:val="00E7446B"/>
    <w:rsid w:val="00E76E2C"/>
    <w:rsid w:val="00E90BDB"/>
    <w:rsid w:val="00E94472"/>
    <w:rsid w:val="00EA24D7"/>
    <w:rsid w:val="00EA3AA2"/>
    <w:rsid w:val="00EA4E42"/>
    <w:rsid w:val="00EB0869"/>
    <w:rsid w:val="00EB3FEA"/>
    <w:rsid w:val="00ED483B"/>
    <w:rsid w:val="00EF1536"/>
    <w:rsid w:val="00F05156"/>
    <w:rsid w:val="00F06CAC"/>
    <w:rsid w:val="00F0779D"/>
    <w:rsid w:val="00F17EE2"/>
    <w:rsid w:val="00F22C22"/>
    <w:rsid w:val="00F2645B"/>
    <w:rsid w:val="00F34367"/>
    <w:rsid w:val="00F417B3"/>
    <w:rsid w:val="00F41D61"/>
    <w:rsid w:val="00F457BA"/>
    <w:rsid w:val="00F602C1"/>
    <w:rsid w:val="00F658CE"/>
    <w:rsid w:val="00F7301E"/>
    <w:rsid w:val="00F760B6"/>
    <w:rsid w:val="00F76B5D"/>
    <w:rsid w:val="00F8182E"/>
    <w:rsid w:val="00FB0E7D"/>
    <w:rsid w:val="00FB1BBB"/>
    <w:rsid w:val="00FB256F"/>
    <w:rsid w:val="00FB6D0E"/>
    <w:rsid w:val="00FC1016"/>
    <w:rsid w:val="00FC7CFA"/>
    <w:rsid w:val="00FD1D78"/>
    <w:rsid w:val="00FD44F5"/>
    <w:rsid w:val="00FE33F2"/>
    <w:rsid w:val="00FE3C6E"/>
    <w:rsid w:val="00FE6B2F"/>
    <w:rsid w:val="00FE6FD4"/>
    <w:rsid w:val="00FF52AD"/>
    <w:rsid w:val="00FF5761"/>
    <w:rsid w:val="00FF59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1"/>
    <o:shapelayout v:ext="edit">
      <o:idmap v:ext="edit" data="1"/>
    </o:shapelayout>
  </w:shapeDefaults>
  <w:decimalSymbol w:val="."/>
  <w:listSeparator w:val=","/>
  <w15:docId w15:val="{6752D643-99F1-4CF0-A37A-39A9ED22C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4FBD"/>
    <w:rPr>
      <w:rFonts w:ascii="Arial" w:hAnsi="Arial"/>
      <w:szCs w:val="20"/>
      <w:lang w:val="en-US" w:eastAsia="en-US"/>
    </w:rPr>
  </w:style>
  <w:style w:type="paragraph" w:styleId="Heading1">
    <w:name w:val="heading 1"/>
    <w:basedOn w:val="Normal"/>
    <w:next w:val="Normal"/>
    <w:link w:val="Heading1Char"/>
    <w:uiPriority w:val="99"/>
    <w:qFormat/>
    <w:rsid w:val="00B743CE"/>
    <w:pPr>
      <w:keepNext/>
      <w:spacing w:before="120" w:after="120"/>
      <w:jc w:val="center"/>
      <w:outlineLvl w:val="0"/>
    </w:pPr>
    <w:rPr>
      <w:rFonts w:ascii="Arial Black" w:hAnsi="Arial Black"/>
      <w:b/>
      <w:caps/>
      <w:color w:val="035373"/>
      <w:lang w:val="en-AU"/>
    </w:rPr>
  </w:style>
  <w:style w:type="paragraph" w:styleId="Heading2">
    <w:name w:val="heading 2"/>
    <w:basedOn w:val="Normal"/>
    <w:next w:val="Normal"/>
    <w:link w:val="Heading2Char"/>
    <w:uiPriority w:val="99"/>
    <w:qFormat/>
    <w:rsid w:val="00625D73"/>
    <w:pPr>
      <w:keepNext/>
      <w:tabs>
        <w:tab w:val="left" w:pos="567"/>
      </w:tabs>
      <w:spacing w:before="240" w:after="240"/>
      <w:outlineLvl w:val="1"/>
    </w:pPr>
    <w:rPr>
      <w:rFonts w:ascii="Arial Bold" w:hAnsi="Arial Bold"/>
      <w:b/>
      <w:smallCaps/>
      <w:lang w:val="en-AU"/>
    </w:rPr>
  </w:style>
  <w:style w:type="paragraph" w:styleId="Heading3">
    <w:name w:val="heading 3"/>
    <w:basedOn w:val="Normal"/>
    <w:next w:val="Normal"/>
    <w:link w:val="Heading3Char"/>
    <w:uiPriority w:val="99"/>
    <w:qFormat/>
    <w:rsid w:val="00B87679"/>
    <w:pPr>
      <w:keepNext/>
      <w:outlineLvl w:val="2"/>
    </w:pPr>
    <w:rPr>
      <w:rFonts w:ascii="Book Antiqua" w:hAnsi="Book Antiqua"/>
      <w:b/>
      <w:u w:val="single"/>
      <w:lang w:val="en-AU"/>
    </w:rPr>
  </w:style>
  <w:style w:type="paragraph" w:styleId="Heading4">
    <w:name w:val="heading 4"/>
    <w:basedOn w:val="Normal"/>
    <w:next w:val="Normal"/>
    <w:link w:val="Heading4Char"/>
    <w:uiPriority w:val="99"/>
    <w:qFormat/>
    <w:rsid w:val="00B87679"/>
    <w:pPr>
      <w:keepNext/>
      <w:outlineLvl w:val="3"/>
    </w:pPr>
    <w:rPr>
      <w:sz w:val="32"/>
      <w:lang w:val="en-AU"/>
    </w:rPr>
  </w:style>
  <w:style w:type="paragraph" w:styleId="Heading5">
    <w:name w:val="heading 5"/>
    <w:basedOn w:val="Normal"/>
    <w:next w:val="Normal"/>
    <w:link w:val="Heading5Char"/>
    <w:uiPriority w:val="99"/>
    <w:qFormat/>
    <w:rsid w:val="00B87679"/>
    <w:pPr>
      <w:keepNext/>
      <w:jc w:val="center"/>
      <w:outlineLvl w:val="4"/>
    </w:pPr>
    <w:rPr>
      <w:sz w:val="32"/>
      <w:lang w:val="en-AU"/>
    </w:rPr>
  </w:style>
  <w:style w:type="paragraph" w:styleId="Heading6">
    <w:name w:val="heading 6"/>
    <w:basedOn w:val="Normal"/>
    <w:next w:val="Normal"/>
    <w:link w:val="Heading6Char"/>
    <w:uiPriority w:val="99"/>
    <w:qFormat/>
    <w:rsid w:val="00B87679"/>
    <w:pPr>
      <w:keepNext/>
      <w:tabs>
        <w:tab w:val="left" w:pos="8113"/>
      </w:tabs>
      <w:spacing w:line="360" w:lineRule="auto"/>
      <w:ind w:left="33"/>
      <w:outlineLvl w:val="5"/>
    </w:pPr>
    <w:rPr>
      <w:rFonts w:ascii="Book Antiqua" w:hAnsi="Book Antiqua"/>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1A54"/>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
    <w:semiHidden/>
    <w:rsid w:val="00D81A54"/>
    <w:rPr>
      <w:rFonts w:asciiTheme="majorHAnsi" w:eastAsiaTheme="majorEastAsia" w:hAnsiTheme="majorHAnsi" w:cstheme="majorBidi"/>
      <w:b/>
      <w:bCs/>
      <w:i/>
      <w:iCs/>
      <w:sz w:val="28"/>
      <w:szCs w:val="28"/>
      <w:lang w:val="en-US" w:eastAsia="en-US"/>
    </w:rPr>
  </w:style>
  <w:style w:type="character" w:customStyle="1" w:styleId="Heading3Char">
    <w:name w:val="Heading 3 Char"/>
    <w:basedOn w:val="DefaultParagraphFont"/>
    <w:link w:val="Heading3"/>
    <w:uiPriority w:val="9"/>
    <w:semiHidden/>
    <w:rsid w:val="00D81A54"/>
    <w:rPr>
      <w:rFonts w:asciiTheme="majorHAnsi" w:eastAsiaTheme="majorEastAsia" w:hAnsiTheme="majorHAnsi" w:cstheme="majorBidi"/>
      <w:b/>
      <w:bCs/>
      <w:sz w:val="26"/>
      <w:szCs w:val="26"/>
      <w:lang w:val="en-US" w:eastAsia="en-US"/>
    </w:rPr>
  </w:style>
  <w:style w:type="character" w:customStyle="1" w:styleId="Heading4Char">
    <w:name w:val="Heading 4 Char"/>
    <w:basedOn w:val="DefaultParagraphFont"/>
    <w:link w:val="Heading4"/>
    <w:uiPriority w:val="9"/>
    <w:semiHidden/>
    <w:rsid w:val="00D81A54"/>
    <w:rPr>
      <w:rFonts w:asciiTheme="minorHAnsi" w:eastAsiaTheme="minorEastAsia" w:hAnsiTheme="minorHAnsi" w:cstheme="minorBidi"/>
      <w:b/>
      <w:bCs/>
      <w:sz w:val="28"/>
      <w:szCs w:val="28"/>
      <w:lang w:val="en-US" w:eastAsia="en-US"/>
    </w:rPr>
  </w:style>
  <w:style w:type="character" w:customStyle="1" w:styleId="Heading5Char">
    <w:name w:val="Heading 5 Char"/>
    <w:basedOn w:val="DefaultParagraphFont"/>
    <w:link w:val="Heading5"/>
    <w:uiPriority w:val="9"/>
    <w:semiHidden/>
    <w:rsid w:val="00D81A54"/>
    <w:rPr>
      <w:rFonts w:asciiTheme="minorHAnsi" w:eastAsiaTheme="minorEastAsia" w:hAnsiTheme="minorHAnsi" w:cstheme="minorBidi"/>
      <w:b/>
      <w:bCs/>
      <w:i/>
      <w:iCs/>
      <w:sz w:val="26"/>
      <w:szCs w:val="26"/>
      <w:lang w:val="en-US" w:eastAsia="en-US"/>
    </w:rPr>
  </w:style>
  <w:style w:type="character" w:customStyle="1" w:styleId="Heading6Char">
    <w:name w:val="Heading 6 Char"/>
    <w:basedOn w:val="DefaultParagraphFont"/>
    <w:link w:val="Heading6"/>
    <w:uiPriority w:val="9"/>
    <w:semiHidden/>
    <w:rsid w:val="00D81A54"/>
    <w:rPr>
      <w:rFonts w:asciiTheme="minorHAnsi" w:eastAsiaTheme="minorEastAsia" w:hAnsiTheme="minorHAnsi" w:cstheme="minorBidi"/>
      <w:b/>
      <w:bCs/>
      <w:lang w:val="en-US" w:eastAsia="en-US"/>
    </w:rPr>
  </w:style>
  <w:style w:type="paragraph" w:styleId="Header">
    <w:name w:val="header"/>
    <w:basedOn w:val="Normal"/>
    <w:link w:val="HeaderChar"/>
    <w:uiPriority w:val="99"/>
    <w:rsid w:val="00B87679"/>
    <w:pPr>
      <w:tabs>
        <w:tab w:val="center" w:pos="4153"/>
        <w:tab w:val="right" w:pos="8306"/>
      </w:tabs>
    </w:pPr>
    <w:rPr>
      <w:lang w:val="en-AU"/>
    </w:rPr>
  </w:style>
  <w:style w:type="character" w:customStyle="1" w:styleId="HeaderChar">
    <w:name w:val="Header Char"/>
    <w:basedOn w:val="DefaultParagraphFont"/>
    <w:link w:val="Header"/>
    <w:uiPriority w:val="99"/>
    <w:semiHidden/>
    <w:rsid w:val="00D81A54"/>
    <w:rPr>
      <w:rFonts w:ascii="Arial" w:hAnsi="Arial"/>
      <w:szCs w:val="20"/>
      <w:lang w:val="en-US" w:eastAsia="en-US"/>
    </w:rPr>
  </w:style>
  <w:style w:type="paragraph" w:styleId="BodyText">
    <w:name w:val="Body Text"/>
    <w:basedOn w:val="Normal"/>
    <w:link w:val="BodyTextChar"/>
    <w:uiPriority w:val="99"/>
    <w:rsid w:val="00B87679"/>
    <w:rPr>
      <w:rFonts w:ascii="Book Antiqua" w:hAnsi="Book Antiqua"/>
      <w:b/>
      <w:lang w:val="en-AU"/>
    </w:rPr>
  </w:style>
  <w:style w:type="character" w:customStyle="1" w:styleId="BodyTextChar">
    <w:name w:val="Body Text Char"/>
    <w:basedOn w:val="DefaultParagraphFont"/>
    <w:link w:val="BodyText"/>
    <w:uiPriority w:val="99"/>
    <w:semiHidden/>
    <w:rsid w:val="00D81A54"/>
    <w:rPr>
      <w:rFonts w:ascii="Arial" w:hAnsi="Arial"/>
      <w:szCs w:val="20"/>
      <w:lang w:val="en-US" w:eastAsia="en-US"/>
    </w:rPr>
  </w:style>
  <w:style w:type="paragraph" w:styleId="BodyTextIndent">
    <w:name w:val="Body Text Indent"/>
    <w:basedOn w:val="Normal"/>
    <w:link w:val="BodyTextIndentChar"/>
    <w:uiPriority w:val="99"/>
    <w:rsid w:val="00B87679"/>
    <w:pPr>
      <w:tabs>
        <w:tab w:val="left" w:pos="1451"/>
        <w:tab w:val="left" w:pos="8385"/>
      </w:tabs>
      <w:ind w:left="176"/>
    </w:pPr>
    <w:rPr>
      <w:rFonts w:ascii="Book Antiqua" w:hAnsi="Book Antiqua"/>
      <w:lang w:val="en-AU"/>
    </w:rPr>
  </w:style>
  <w:style w:type="character" w:customStyle="1" w:styleId="BodyTextIndentChar">
    <w:name w:val="Body Text Indent Char"/>
    <w:basedOn w:val="DefaultParagraphFont"/>
    <w:link w:val="BodyTextIndent"/>
    <w:uiPriority w:val="99"/>
    <w:semiHidden/>
    <w:rsid w:val="00D81A54"/>
    <w:rPr>
      <w:rFonts w:ascii="Arial" w:hAnsi="Arial"/>
      <w:szCs w:val="20"/>
      <w:lang w:val="en-US" w:eastAsia="en-US"/>
    </w:rPr>
  </w:style>
  <w:style w:type="paragraph" w:styleId="BodyText2">
    <w:name w:val="Body Text 2"/>
    <w:basedOn w:val="Normal"/>
    <w:link w:val="BodyText2Char"/>
    <w:uiPriority w:val="99"/>
    <w:rsid w:val="00B87679"/>
    <w:rPr>
      <w:rFonts w:ascii="Book Antiqua" w:hAnsi="Book Antiqua"/>
      <w:lang w:val="en-AU"/>
    </w:rPr>
  </w:style>
  <w:style w:type="character" w:customStyle="1" w:styleId="BodyText2Char">
    <w:name w:val="Body Text 2 Char"/>
    <w:basedOn w:val="DefaultParagraphFont"/>
    <w:link w:val="BodyText2"/>
    <w:uiPriority w:val="99"/>
    <w:semiHidden/>
    <w:rsid w:val="00D81A54"/>
    <w:rPr>
      <w:rFonts w:ascii="Arial" w:hAnsi="Arial"/>
      <w:szCs w:val="20"/>
      <w:lang w:val="en-US" w:eastAsia="en-US"/>
    </w:rPr>
  </w:style>
  <w:style w:type="paragraph" w:styleId="Footer">
    <w:name w:val="footer"/>
    <w:basedOn w:val="Normal"/>
    <w:link w:val="FooterChar"/>
    <w:uiPriority w:val="99"/>
    <w:rsid w:val="007B3228"/>
    <w:rPr>
      <w:sz w:val="16"/>
    </w:rPr>
  </w:style>
  <w:style w:type="character" w:customStyle="1" w:styleId="FooterChar">
    <w:name w:val="Footer Char"/>
    <w:basedOn w:val="DefaultParagraphFont"/>
    <w:link w:val="Footer"/>
    <w:uiPriority w:val="99"/>
    <w:semiHidden/>
    <w:rsid w:val="00D81A54"/>
    <w:rPr>
      <w:rFonts w:ascii="Arial" w:hAnsi="Arial"/>
      <w:szCs w:val="20"/>
      <w:lang w:val="en-US" w:eastAsia="en-US"/>
    </w:rPr>
  </w:style>
  <w:style w:type="character" w:styleId="PageNumber">
    <w:name w:val="page number"/>
    <w:basedOn w:val="DefaultParagraphFont"/>
    <w:uiPriority w:val="99"/>
    <w:rsid w:val="00B87679"/>
    <w:rPr>
      <w:rFonts w:cs="Times New Roman"/>
    </w:rPr>
  </w:style>
  <w:style w:type="table" w:styleId="TableGrid">
    <w:name w:val="Table Grid"/>
    <w:basedOn w:val="TableNormal"/>
    <w:uiPriority w:val="99"/>
    <w:rsid w:val="001475F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934A88"/>
    <w:rPr>
      <w:rFonts w:ascii="Tahoma" w:hAnsi="Tahoma" w:cs="Tahoma"/>
      <w:sz w:val="16"/>
      <w:szCs w:val="16"/>
    </w:rPr>
  </w:style>
  <w:style w:type="character" w:customStyle="1" w:styleId="BalloonTextChar">
    <w:name w:val="Balloon Text Char"/>
    <w:basedOn w:val="DefaultParagraphFont"/>
    <w:link w:val="BalloonText"/>
    <w:uiPriority w:val="99"/>
    <w:semiHidden/>
    <w:rsid w:val="00D81A54"/>
    <w:rPr>
      <w:sz w:val="0"/>
      <w:szCs w:val="0"/>
      <w:lang w:val="en-US" w:eastAsia="en-US"/>
    </w:rPr>
  </w:style>
  <w:style w:type="character" w:styleId="Hyperlink">
    <w:name w:val="Hyperlink"/>
    <w:basedOn w:val="DefaultParagraphFont"/>
    <w:uiPriority w:val="99"/>
    <w:rsid w:val="00147B3F"/>
    <w:rPr>
      <w:rFonts w:cs="Times New Roman"/>
      <w:color w:val="0000FF"/>
      <w:u w:val="single"/>
    </w:rPr>
  </w:style>
  <w:style w:type="paragraph" w:customStyle="1" w:styleId="Guidelines">
    <w:name w:val="Guidelines"/>
    <w:basedOn w:val="Normal"/>
    <w:uiPriority w:val="99"/>
    <w:rsid w:val="00E11F68"/>
    <w:rPr>
      <w:rFonts w:cs="Arial"/>
      <w:szCs w:val="16"/>
    </w:rPr>
  </w:style>
  <w:style w:type="paragraph" w:customStyle="1" w:styleId="StyleHeading1ArialBlackCustomColorRGB383115">
    <w:name w:val="Style Heading 1 + Arial Black Custom Color(RGB(383115))"/>
    <w:basedOn w:val="Heading1"/>
    <w:uiPriority w:val="99"/>
    <w:rsid w:val="00B743CE"/>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bathurst.nsw.gov.au"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kunowc\AppData\Local\Temp\notes256C9A\Template%20-%20Guidelin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B3B5A-48CA-460C-B9EA-A8C498715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 Guideline.dot</Template>
  <TotalTime>9</TotalTime>
  <Pages>2</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dadd</vt:lpstr>
    </vt:vector>
  </TitlesOfParts>
  <Company>Bathurst City Council</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dadd</dc:title>
  <dc:subject/>
  <dc:creator>Catherine Bakunowich</dc:creator>
  <cp:keywords/>
  <dc:description/>
  <cp:lastModifiedBy>Catherine Bakunowich</cp:lastModifiedBy>
  <cp:revision>18</cp:revision>
  <cp:lastPrinted>2013-09-13T01:28:00Z</cp:lastPrinted>
  <dcterms:created xsi:type="dcterms:W3CDTF">2013-09-13T06:06:00Z</dcterms:created>
  <dcterms:modified xsi:type="dcterms:W3CDTF">2019-08-08T03:24:00Z</dcterms:modified>
</cp:coreProperties>
</file>